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53" w:type="dxa"/>
        <w:tblLook w:val="00A0" w:firstRow="1" w:lastRow="0" w:firstColumn="1" w:lastColumn="0" w:noHBand="0" w:noVBand="0"/>
      </w:tblPr>
      <w:tblGrid>
        <w:gridCol w:w="2602"/>
        <w:gridCol w:w="6506"/>
        <w:gridCol w:w="991"/>
        <w:gridCol w:w="1022"/>
        <w:gridCol w:w="5176"/>
      </w:tblGrid>
      <w:tr w:rsidR="00F870BF" w:rsidRPr="00845EB9" w:rsidTr="00682EC0">
        <w:trPr>
          <w:cantSplit/>
        </w:trPr>
        <w:tc>
          <w:tcPr>
            <w:tcW w:w="1535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60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1"/>
              <w:gridCol w:w="551"/>
              <w:gridCol w:w="611"/>
              <w:gridCol w:w="14648"/>
            </w:tblGrid>
            <w:tr w:rsidR="00682EC0" w:rsidRPr="00DB1A57" w:rsidTr="001F422C">
              <w:trPr>
                <w:trHeight w:val="2688"/>
              </w:trPr>
              <w:tc>
                <w:tcPr>
                  <w:tcW w:w="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EC0" w:rsidRPr="00724AD5" w:rsidRDefault="00682EC0" w:rsidP="001F422C">
                  <w:pPr>
                    <w:rPr>
                      <w:szCs w:val="28"/>
                    </w:rPr>
                  </w:pP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EC0" w:rsidRPr="00724AD5" w:rsidRDefault="00682EC0" w:rsidP="001F422C">
                  <w:pPr>
                    <w:rPr>
                      <w:szCs w:val="28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EC0" w:rsidRPr="00724AD5" w:rsidRDefault="00682EC0" w:rsidP="001F422C">
                  <w:pPr>
                    <w:rPr>
                      <w:szCs w:val="28"/>
                    </w:rPr>
                  </w:pPr>
                </w:p>
              </w:tc>
              <w:tc>
                <w:tcPr>
                  <w:tcW w:w="146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108"/>
                    <w:gridCol w:w="7707"/>
                    <w:gridCol w:w="5666"/>
                  </w:tblGrid>
                  <w:tr w:rsidR="00682EC0" w:rsidRPr="00724AD5" w:rsidTr="00F03DF8">
                    <w:trPr>
                      <w:trHeight w:val="1977"/>
                    </w:trPr>
                    <w:tc>
                      <w:tcPr>
                        <w:tcW w:w="7815" w:type="dxa"/>
                        <w:gridSpan w:val="2"/>
                      </w:tcPr>
                      <w:p w:rsidR="00682EC0" w:rsidRPr="00724AD5" w:rsidRDefault="00682EC0" w:rsidP="001F422C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682EC0" w:rsidRDefault="00682EC0" w:rsidP="001F422C">
                        <w:r>
                          <w:t>Приложение 3</w:t>
                        </w:r>
                      </w:p>
                      <w:p w:rsidR="00682EC0" w:rsidRDefault="00682EC0" w:rsidP="001F422C">
                        <w:r>
                          <w:t xml:space="preserve">к решению Совета муниципального </w:t>
                        </w:r>
                      </w:p>
                      <w:p w:rsidR="00682EC0" w:rsidRDefault="00682EC0" w:rsidP="001F422C">
                        <w:r>
                          <w:t xml:space="preserve">образования Приморско-Ахтарский </w:t>
                        </w:r>
                        <w:r w:rsidR="00570D57">
                          <w:t xml:space="preserve">  </w:t>
                        </w:r>
                        <w:r>
                          <w:t xml:space="preserve">район «Об исполнении бюджета  </w:t>
                        </w:r>
                        <w:r w:rsidR="00F03DF8">
                          <w:t xml:space="preserve"> муниципального образования </w:t>
                        </w:r>
                        <w:r>
                          <w:t xml:space="preserve">Приморско-Ахтарский </w:t>
                        </w:r>
                        <w:r w:rsidR="00F03DF8">
                          <w:t>район за</w:t>
                        </w:r>
                        <w:r>
                          <w:t xml:space="preserve"> 202</w:t>
                        </w:r>
                        <w:r w:rsidR="0097475D">
                          <w:t>3</w:t>
                        </w:r>
                        <w:r>
                          <w:t xml:space="preserve"> год»</w:t>
                        </w:r>
                      </w:p>
                      <w:p w:rsidR="00F03DF8" w:rsidRDefault="00F03DF8" w:rsidP="001F422C">
                        <w:r>
                          <w:t>от 31.07.2024 №497</w:t>
                        </w:r>
                      </w:p>
                      <w:p w:rsidR="00682EC0" w:rsidRPr="00724AD5" w:rsidRDefault="00682EC0" w:rsidP="001F422C">
                        <w:pPr>
                          <w:tabs>
                            <w:tab w:val="left" w:pos="0"/>
                            <w:tab w:val="left" w:pos="9653"/>
                          </w:tabs>
                          <w:jc w:val="center"/>
                          <w:rPr>
                            <w:szCs w:val="28"/>
                          </w:rPr>
                        </w:pPr>
                      </w:p>
                    </w:tc>
                  </w:tr>
                  <w:tr w:rsidR="002C32D0" w:rsidRPr="00742A5D" w:rsidTr="00F03DF8">
                    <w:tblPrEx>
                      <w:tblLook w:val="00A0" w:firstRow="1" w:lastRow="0" w:firstColumn="1" w:lastColumn="0" w:noHBand="0" w:noVBand="0"/>
                    </w:tblPrEx>
                    <w:trPr>
                      <w:gridBefore w:val="1"/>
                      <w:wBefore w:w="108" w:type="dxa"/>
                      <w:cantSplit/>
                    </w:trPr>
                    <w:tc>
                      <w:tcPr>
                        <w:tcW w:w="1337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2C32D0" w:rsidRDefault="002C32D0" w:rsidP="002C32D0">
                        <w:pPr>
                          <w:shd w:val="clear" w:color="auto" w:fill="FFFFFF"/>
                          <w:jc w:val="center"/>
                          <w:rPr>
                            <w:b/>
                            <w:color w:val="000000"/>
                            <w:szCs w:val="28"/>
                          </w:rPr>
                        </w:pP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Расходы бюджета муниципального образования Приморско-Ахтарский </w:t>
                        </w:r>
                        <w:proofErr w:type="gramStart"/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район </w:t>
                        </w:r>
                        <w:r>
                          <w:rPr>
                            <w:b/>
                            <w:color w:val="000000"/>
                            <w:szCs w:val="28"/>
                          </w:rPr>
                          <w:t xml:space="preserve"> </w:t>
                        </w: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за</w:t>
                        </w:r>
                        <w:proofErr w:type="gramEnd"/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 202</w:t>
                        </w:r>
                        <w:r w:rsidR="0097475D">
                          <w:rPr>
                            <w:b/>
                            <w:color w:val="000000"/>
                            <w:szCs w:val="28"/>
                          </w:rPr>
                          <w:t>3</w:t>
                        </w: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 xml:space="preserve"> год</w:t>
                        </w:r>
                      </w:p>
                      <w:p w:rsidR="002C32D0" w:rsidRPr="00742A5D" w:rsidRDefault="002C32D0" w:rsidP="002C32D0">
                        <w:pPr>
                          <w:shd w:val="clear" w:color="auto" w:fill="FFFFFF"/>
                          <w:jc w:val="center"/>
                          <w:rPr>
                            <w:szCs w:val="28"/>
                          </w:rPr>
                        </w:pP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по разделам</w:t>
                        </w:r>
                        <w:r>
                          <w:rPr>
                            <w:b/>
                            <w:color w:val="000000"/>
                            <w:szCs w:val="28"/>
                          </w:rPr>
                          <w:t xml:space="preserve"> </w:t>
                        </w:r>
                        <w:r w:rsidRPr="00115D56">
                          <w:rPr>
                            <w:b/>
                            <w:color w:val="000000"/>
                            <w:szCs w:val="28"/>
                          </w:rPr>
                          <w:t>и подразделам классификации расходов бюджетов</w:t>
                        </w:r>
                      </w:p>
                    </w:tc>
                  </w:tr>
                </w:tbl>
                <w:p w:rsidR="00682EC0" w:rsidRPr="00DB1A57" w:rsidRDefault="00682EC0" w:rsidP="001F422C">
                  <w:pPr>
                    <w:widowControl w:val="0"/>
                    <w:autoSpaceDE w:val="0"/>
                    <w:autoSpaceDN w:val="0"/>
                    <w:adjustRightInd w:val="0"/>
                  </w:pPr>
                </w:p>
              </w:tc>
            </w:tr>
          </w:tbl>
          <w:p w:rsidR="00F2683F" w:rsidRPr="00845EB9" w:rsidRDefault="00F2683F" w:rsidP="004B538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4441B" w:rsidRPr="00845EB9" w:rsidTr="00682EC0">
        <w:trPr>
          <w:cantSplit/>
        </w:trPr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845EB9" w:rsidTr="00682EC0">
        <w:trPr>
          <w:cantSplit/>
        </w:trPr>
        <w:tc>
          <w:tcPr>
            <w:tcW w:w="1535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845EB9" w:rsidRDefault="002D7D05" w:rsidP="002D7D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F870BF" w:rsidRPr="00845EB9">
              <w:rPr>
                <w:szCs w:val="28"/>
              </w:rPr>
              <w:t>(тыс. рублей)</w:t>
            </w:r>
          </w:p>
        </w:tc>
      </w:tr>
    </w:tbl>
    <w:p w:rsidR="00F870BF" w:rsidRPr="00845EB9" w:rsidRDefault="00F870BF">
      <w:pPr>
        <w:rPr>
          <w:sz w:val="2"/>
        </w:rPr>
      </w:pPr>
    </w:p>
    <w:tbl>
      <w:tblPr>
        <w:tblW w:w="153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9"/>
        <w:gridCol w:w="7090"/>
        <w:gridCol w:w="850"/>
        <w:gridCol w:w="992"/>
        <w:gridCol w:w="1419"/>
        <w:gridCol w:w="1418"/>
        <w:gridCol w:w="1413"/>
        <w:gridCol w:w="1279"/>
      </w:tblGrid>
      <w:tr w:rsidR="00A0629C" w:rsidRPr="00682EC0" w:rsidTr="000C22D9">
        <w:trPr>
          <w:trHeight w:val="562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rPr>
                <w:b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№</w:t>
            </w:r>
            <w:r w:rsidRPr="002E2563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rPr>
                <w:b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29C" w:rsidRPr="002E2563" w:rsidRDefault="00A0629C" w:rsidP="00A0629C">
            <w:pPr>
              <w:jc w:val="center"/>
              <w:rPr>
                <w:b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Код</w:t>
            </w:r>
          </w:p>
          <w:p w:rsidR="00A0629C" w:rsidRPr="00682EC0" w:rsidRDefault="00A0629C" w:rsidP="00A0629C">
            <w:pPr>
              <w:jc w:val="center"/>
              <w:rPr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 xml:space="preserve">классификации расходов </w:t>
            </w:r>
            <w:r>
              <w:rPr>
                <w:b/>
                <w:sz w:val="24"/>
                <w:szCs w:val="24"/>
              </w:rPr>
              <w:t xml:space="preserve">         </w:t>
            </w:r>
            <w:r w:rsidRPr="002E2563">
              <w:rPr>
                <w:b/>
                <w:sz w:val="24"/>
                <w:szCs w:val="24"/>
              </w:rPr>
              <w:t>бюджетов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Решение Совета муниципального образования Приморско-Ахтарский </w:t>
            </w:r>
            <w:proofErr w:type="gramStart"/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район  от</w:t>
            </w:r>
            <w:proofErr w:type="gramEnd"/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      </w:t>
            </w:r>
            <w:r>
              <w:rPr>
                <w:rFonts w:eastAsia="Arial Unicode MS"/>
                <w:b/>
                <w:kern w:val="1"/>
                <w:sz w:val="24"/>
                <w:szCs w:val="24"/>
              </w:rPr>
              <w:t xml:space="preserve">            2</w:t>
            </w:r>
            <w:r w:rsidR="0097475D">
              <w:rPr>
                <w:rFonts w:eastAsia="Arial Unicode MS"/>
                <w:b/>
                <w:kern w:val="1"/>
                <w:sz w:val="24"/>
                <w:szCs w:val="24"/>
              </w:rPr>
              <w:t>0</w:t>
            </w:r>
            <w:r>
              <w:rPr>
                <w:rFonts w:eastAsia="Arial Unicode MS"/>
                <w:b/>
                <w:kern w:val="1"/>
                <w:sz w:val="24"/>
                <w:szCs w:val="24"/>
              </w:rPr>
              <w:t xml:space="preserve"> 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>декабря 202</w:t>
            </w:r>
            <w:r w:rsidR="0097475D">
              <w:rPr>
                <w:rFonts w:eastAsia="Arial Unicode MS"/>
                <w:b/>
                <w:kern w:val="1"/>
                <w:sz w:val="24"/>
                <w:szCs w:val="24"/>
              </w:rPr>
              <w:t>2</w:t>
            </w: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 года</w:t>
            </w:r>
          </w:p>
          <w:p w:rsidR="00A0629C" w:rsidRPr="002E2563" w:rsidRDefault="00A0629C" w:rsidP="0097475D">
            <w:pPr>
              <w:jc w:val="center"/>
              <w:rPr>
                <w:sz w:val="24"/>
                <w:szCs w:val="24"/>
              </w:rPr>
            </w:pPr>
            <w:r w:rsidRPr="002E2563">
              <w:rPr>
                <w:rFonts w:eastAsia="Arial Unicode MS"/>
                <w:b/>
                <w:kern w:val="1"/>
                <w:sz w:val="24"/>
                <w:szCs w:val="24"/>
              </w:rPr>
              <w:t xml:space="preserve">№ </w:t>
            </w:r>
            <w:r w:rsidR="0097475D">
              <w:rPr>
                <w:rFonts w:eastAsia="Arial Unicode MS"/>
                <w:b/>
                <w:kern w:val="1"/>
                <w:sz w:val="24"/>
                <w:szCs w:val="24"/>
              </w:rPr>
              <w:t>278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682EC0" w:rsidRDefault="00A0629C" w:rsidP="00A0629C">
            <w:pPr>
              <w:jc w:val="center"/>
              <w:rPr>
                <w:b/>
                <w:bCs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Исполнение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2E2563" w:rsidRDefault="00A0629C" w:rsidP="00A0629C">
            <w:pPr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2E2563">
              <w:rPr>
                <w:b/>
                <w:sz w:val="24"/>
                <w:szCs w:val="24"/>
              </w:rPr>
              <w:t>Исполнение к уточненной сводной бюджетной росписи, %</w:t>
            </w:r>
          </w:p>
        </w:tc>
      </w:tr>
      <w:tr w:rsidR="00A0629C" w:rsidRPr="00682EC0" w:rsidTr="000C22D9">
        <w:trPr>
          <w:trHeight w:val="562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682EC0" w:rsidRDefault="00A0629C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29C" w:rsidRPr="00682EC0" w:rsidRDefault="00A0629C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2E2563" w:rsidRDefault="00A0629C" w:rsidP="001F42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E2563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2E2563" w:rsidRDefault="00A0629C" w:rsidP="001F42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E2563">
              <w:rPr>
                <w:b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682EC0" w:rsidRDefault="00A0629C" w:rsidP="0068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682EC0" w:rsidRDefault="00A0629C" w:rsidP="00685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682EC0" w:rsidRDefault="00A0629C" w:rsidP="00685B72">
            <w:pPr>
              <w:pStyle w:val="aa"/>
              <w:shd w:val="clear" w:color="auto" w:fill="auto"/>
              <w:ind w:right="-83"/>
              <w:rPr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682EC0" w:rsidRDefault="00A0629C" w:rsidP="00685B72">
            <w:pPr>
              <w:pStyle w:val="aa"/>
              <w:shd w:val="clear" w:color="auto" w:fill="auto"/>
              <w:ind w:right="-83"/>
              <w:rPr>
                <w:szCs w:val="24"/>
              </w:rPr>
            </w:pPr>
          </w:p>
        </w:tc>
      </w:tr>
    </w:tbl>
    <w:p w:rsidR="007A2FE8" w:rsidRPr="007A2FE8" w:rsidRDefault="007A2FE8">
      <w:pPr>
        <w:rPr>
          <w:sz w:val="4"/>
          <w:szCs w:val="4"/>
        </w:rPr>
      </w:pPr>
    </w:p>
    <w:tbl>
      <w:tblPr>
        <w:tblW w:w="153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9"/>
        <w:gridCol w:w="7090"/>
        <w:gridCol w:w="850"/>
        <w:gridCol w:w="992"/>
        <w:gridCol w:w="1419"/>
        <w:gridCol w:w="1418"/>
        <w:gridCol w:w="1413"/>
        <w:gridCol w:w="1279"/>
      </w:tblGrid>
      <w:tr w:rsidR="007A2FE8" w:rsidRPr="007A2FE8" w:rsidTr="007A2FE8">
        <w:trPr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8" w:rsidRPr="007A2FE8" w:rsidRDefault="007A2FE8" w:rsidP="007A2FE8">
            <w:pPr>
              <w:jc w:val="center"/>
              <w:rPr>
                <w:sz w:val="24"/>
                <w:szCs w:val="24"/>
              </w:rPr>
            </w:pPr>
            <w:r w:rsidRPr="007A2FE8">
              <w:rPr>
                <w:sz w:val="24"/>
                <w:szCs w:val="24"/>
              </w:rPr>
              <w:t>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E8" w:rsidRPr="007A2FE8" w:rsidRDefault="007A2FE8" w:rsidP="007A2FE8">
            <w:pPr>
              <w:jc w:val="center"/>
              <w:rPr>
                <w:bCs/>
                <w:sz w:val="24"/>
                <w:szCs w:val="24"/>
              </w:rPr>
            </w:pPr>
            <w:r w:rsidRPr="007A2FE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E8" w:rsidRPr="007A2FE8" w:rsidRDefault="007A2FE8" w:rsidP="007A2FE8">
            <w:pPr>
              <w:jc w:val="center"/>
              <w:rPr>
                <w:sz w:val="24"/>
                <w:szCs w:val="24"/>
              </w:rPr>
            </w:pPr>
            <w:r w:rsidRPr="007A2FE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FE8" w:rsidRPr="007A2FE8" w:rsidRDefault="007A2FE8" w:rsidP="007A2FE8">
            <w:pPr>
              <w:jc w:val="center"/>
              <w:rPr>
                <w:sz w:val="24"/>
                <w:szCs w:val="24"/>
              </w:rPr>
            </w:pPr>
            <w:r w:rsidRPr="007A2FE8">
              <w:rPr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8" w:rsidRPr="007A2FE8" w:rsidRDefault="007A2FE8" w:rsidP="007A2FE8">
            <w:pPr>
              <w:jc w:val="center"/>
              <w:rPr>
                <w:bCs/>
                <w:sz w:val="24"/>
                <w:szCs w:val="24"/>
              </w:rPr>
            </w:pPr>
            <w:r w:rsidRPr="007A2FE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FE8" w:rsidRPr="007A2FE8" w:rsidRDefault="007A2FE8" w:rsidP="007A2FE8">
            <w:pPr>
              <w:jc w:val="center"/>
              <w:rPr>
                <w:bCs/>
                <w:sz w:val="24"/>
                <w:szCs w:val="24"/>
              </w:rPr>
            </w:pPr>
            <w:r w:rsidRPr="007A2FE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E8" w:rsidRPr="007A2FE8" w:rsidRDefault="007A2FE8" w:rsidP="007A2FE8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 w:rsidRPr="007A2FE8">
              <w:rPr>
                <w:b w:val="0"/>
                <w:szCs w:val="24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E8" w:rsidRPr="007A2FE8" w:rsidRDefault="007A2FE8" w:rsidP="007A2FE8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 w:rsidRPr="007A2FE8">
              <w:rPr>
                <w:b w:val="0"/>
                <w:szCs w:val="24"/>
              </w:rPr>
              <w:t>8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1F42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1495802,6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C62C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1495802,6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CF5179" w:rsidP="00316CE3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1480477,2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8C3C38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1F422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C62C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46" w:rsidRPr="00682EC0" w:rsidRDefault="00F76146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146" w:rsidRPr="00C2330B" w:rsidRDefault="00F76146" w:rsidP="008B58E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153452,1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153452,1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1547C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149847,3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97,7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B34FB7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743,0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743,0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68091,6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68091,6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33E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8C3C3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27,6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14546,9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C2330B">
              <w:rPr>
                <w:color w:val="22272F"/>
                <w:sz w:val="24"/>
                <w:szCs w:val="24"/>
                <w:shd w:val="clear" w:color="auto" w:fill="FFFFFF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1669,1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1669,1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E96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E96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65188,1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E79FD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62955,9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b/>
                <w:bCs/>
                <w:sz w:val="24"/>
                <w:szCs w:val="24"/>
              </w:rPr>
            </w:pPr>
            <w:r w:rsidRPr="00C2330B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b/>
                <w:bCs/>
                <w:sz w:val="24"/>
                <w:szCs w:val="24"/>
              </w:rPr>
            </w:pPr>
            <w:r w:rsidRPr="00C2330B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1547C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10665,8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1547C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10625,7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2,0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D579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742AF0">
            <w:pPr>
              <w:pStyle w:val="a9"/>
              <w:rPr>
                <w:rFonts w:ascii="Times New Roman" w:hAnsi="Times New Roman" w:cs="Times New Roman"/>
              </w:rPr>
            </w:pPr>
            <w:r w:rsidRPr="00682EC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8B58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10580,8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D579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10540,7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487F41">
            <w:pPr>
              <w:pStyle w:val="a9"/>
              <w:rPr>
                <w:rFonts w:ascii="Times New Roman" w:hAnsi="Times New Roman" w:cs="Times New Roman"/>
              </w:rPr>
            </w:pPr>
            <w:r w:rsidRPr="00682EC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83,0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921E08" w:rsidP="00D579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D470B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C2330B">
              <w:rPr>
                <w:b/>
                <w:sz w:val="24"/>
                <w:szCs w:val="24"/>
              </w:rPr>
              <w:t>24785,7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C2330B">
              <w:rPr>
                <w:b/>
                <w:sz w:val="24"/>
                <w:szCs w:val="24"/>
              </w:rPr>
              <w:t>24785,7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C8528B" w:rsidP="007268D9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23572,6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956C0" w:rsidP="006A7E2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95,1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4508,1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4508,1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67C7C" w:rsidP="00A250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4867,5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4867,5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A408A9" w:rsidP="007803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3678,5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bCs/>
                <w:sz w:val="24"/>
                <w:szCs w:val="24"/>
              </w:rPr>
            </w:pPr>
            <w:r w:rsidRPr="00C2330B">
              <w:rPr>
                <w:bCs/>
                <w:sz w:val="24"/>
                <w:szCs w:val="24"/>
              </w:rPr>
              <w:t>2312,0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bCs/>
                <w:sz w:val="24"/>
                <w:szCs w:val="24"/>
              </w:rPr>
            </w:pPr>
            <w:r w:rsidRPr="00C2330B">
              <w:rPr>
                <w:bCs/>
                <w:sz w:val="24"/>
                <w:szCs w:val="24"/>
              </w:rPr>
              <w:t>2312,0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A408A9" w:rsidP="00022037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3E22E0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13098,1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13098,1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A408A9" w:rsidP="000B7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956C0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21792,9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427DBA" w:rsidP="007268D9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21775,4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4A5E5E" w:rsidP="006A7E2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7869B1">
            <w:pPr>
              <w:ind w:right="44"/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801,7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 w:rsidRPr="00C2330B">
              <w:rPr>
                <w:sz w:val="24"/>
                <w:szCs w:val="24"/>
              </w:rPr>
              <w:t>801,7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408A9" w:rsidP="007268D9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3047D3" w:rsidP="006A7E27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C2330B" w:rsidRDefault="00F76146" w:rsidP="00A97862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C2330B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408A9" w:rsidP="007268D9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3047D3" w:rsidP="006A7E27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1023388,1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1023388,1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F35158" w:rsidRDefault="00427DBA" w:rsidP="007268D9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1019280,9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3B42C6" w:rsidP="006A7E2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348252,9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01C62" w:rsidP="0030185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348248,0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505082,1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D01C62" w:rsidP="00F351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502138,9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98059,3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F022A" w:rsidP="00336C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96977,5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A7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6068,6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F022A" w:rsidP="00336C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6004,4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65925,2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F022A" w:rsidP="008270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65912,1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042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52721,6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427DBA" w:rsidP="001D7E98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52715,5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1A4BE8" w:rsidP="00685B7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51025,1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336C8B" w:rsidRDefault="00B76BD6" w:rsidP="009F3B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51023,3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1A4B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B76BD6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1A4BE8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64451,1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27DBA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59532,6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64451,1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B76BD6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59532,6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89589,8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89589,8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62F5C" w:rsidP="00A3353E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88600,0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6032A7" w:rsidP="00685B7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6508,3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AA703C" w:rsidRDefault="00592C65" w:rsidP="00592C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6508,3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AA703C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92C65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82198,9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592C65" w:rsidP="0082700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81958,9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6032A7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F76146" w:rsidRPr="00682EC0" w:rsidTr="00C62C4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38486,5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38486,5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A62F5C" w:rsidP="00A43477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38113,9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C1819" w:rsidP="00685B72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32418,2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32418,2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32051,0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30185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4408,9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Cs/>
                <w:sz w:val="24"/>
                <w:szCs w:val="24"/>
              </w:rPr>
            </w:pPr>
            <w:r w:rsidRPr="00682EC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A97862">
            <w:pPr>
              <w:jc w:val="right"/>
              <w:rPr>
                <w:bCs/>
                <w:sz w:val="24"/>
                <w:szCs w:val="24"/>
              </w:rPr>
            </w:pPr>
            <w:r w:rsidRPr="00E5769A">
              <w:rPr>
                <w:bCs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t>9</w:t>
            </w:r>
            <w:r w:rsidRPr="00E5769A">
              <w:rPr>
                <w:bCs/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bCs/>
                <w:sz w:val="24"/>
                <w:szCs w:val="24"/>
              </w:rPr>
            </w:pPr>
            <w:r w:rsidRPr="00E5769A">
              <w:rPr>
                <w:bCs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t>9</w:t>
            </w:r>
            <w:r w:rsidRPr="00E5769A">
              <w:rPr>
                <w:bCs/>
                <w:sz w:val="24"/>
                <w:szCs w:val="24"/>
              </w:rPr>
              <w:t>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30185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99,7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5149CF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3965,0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C62C4D" w:rsidP="00971D0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3910,</w:t>
            </w:r>
            <w:r w:rsidR="00971D0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98,6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2015,5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2015,5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D37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</w:tr>
      <w:tr w:rsidR="00F76146" w:rsidRPr="007869B1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7869B1" w:rsidRDefault="00F76146" w:rsidP="00022037">
            <w:pPr>
              <w:jc w:val="both"/>
              <w:rPr>
                <w:b/>
                <w:sz w:val="24"/>
                <w:szCs w:val="24"/>
              </w:rPr>
            </w:pPr>
            <w:r w:rsidRPr="007869B1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7869B1" w:rsidRDefault="00F76146" w:rsidP="007869B1">
            <w:pPr>
              <w:jc w:val="both"/>
              <w:rPr>
                <w:b/>
                <w:bCs/>
                <w:sz w:val="24"/>
                <w:szCs w:val="24"/>
              </w:rPr>
            </w:pPr>
            <w:r w:rsidRPr="007869B1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7869B1" w:rsidRDefault="00F76146" w:rsidP="0002203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7869B1" w:rsidRDefault="00F76146" w:rsidP="0002203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7869B1" w:rsidRDefault="00C62C4D" w:rsidP="0002203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7869B1" w:rsidRDefault="00FC1819" w:rsidP="00685B7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7869B1">
            <w:pPr>
              <w:jc w:val="both"/>
              <w:rPr>
                <w:sz w:val="24"/>
                <w:szCs w:val="24"/>
                <w:highlight w:val="yellow"/>
              </w:rPr>
            </w:pPr>
            <w:r w:rsidRPr="00E5769A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7869B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0220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7869B1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82EC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682EC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F76146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12491,2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C62C4D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12491,1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F76146">
            <w:pPr>
              <w:ind w:right="44"/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 w:rsidRPr="00E5769A">
              <w:rPr>
                <w:sz w:val="24"/>
                <w:szCs w:val="24"/>
              </w:rPr>
              <w:t>2200,0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5946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  <w:r w:rsidRPr="00682EC0">
              <w:rPr>
                <w:sz w:val="24"/>
                <w:szCs w:val="24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6146" w:rsidRPr="00E5769A" w:rsidRDefault="00F76146" w:rsidP="00F76146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E5769A" w:rsidRDefault="00F76146" w:rsidP="00C62C4D">
            <w:pPr>
              <w:ind w:right="4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434A34" w:rsidP="005946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146" w:rsidRPr="00682EC0" w:rsidRDefault="00FC1819" w:rsidP="00685B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6146" w:rsidRPr="00682EC0" w:rsidTr="00A0629C">
        <w:tc>
          <w:tcPr>
            <w:tcW w:w="849" w:type="dxa"/>
            <w:tcBorders>
              <w:top w:val="single" w:sz="4" w:space="0" w:color="auto"/>
            </w:tcBorders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0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F76146" w:rsidRPr="00682EC0" w:rsidRDefault="00F76146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noWrap/>
            <w:vAlign w:val="bottom"/>
          </w:tcPr>
          <w:p w:rsidR="00F76146" w:rsidRPr="00682EC0" w:rsidRDefault="00F76146" w:rsidP="001F422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F76146" w:rsidRPr="00682EC0" w:rsidRDefault="00F76146" w:rsidP="00685B72">
            <w:pPr>
              <w:jc w:val="right"/>
              <w:rPr>
                <w:sz w:val="24"/>
                <w:szCs w:val="24"/>
              </w:rPr>
            </w:pPr>
          </w:p>
        </w:tc>
      </w:tr>
      <w:tr w:rsidR="00F76146" w:rsidRPr="002D7D05" w:rsidTr="00A0629C">
        <w:tc>
          <w:tcPr>
            <w:tcW w:w="7939" w:type="dxa"/>
            <w:gridSpan w:val="2"/>
          </w:tcPr>
          <w:p w:rsidR="00F76146" w:rsidRPr="002D7D05" w:rsidRDefault="00F76146" w:rsidP="00594648">
            <w:pPr>
              <w:jc w:val="both"/>
              <w:rPr>
                <w:szCs w:val="28"/>
              </w:rPr>
            </w:pPr>
            <w:r w:rsidRPr="002D7D05">
              <w:rPr>
                <w:szCs w:val="28"/>
              </w:rPr>
              <w:lastRenderedPageBreak/>
              <w:t xml:space="preserve">Начальник финансового управления </w:t>
            </w:r>
          </w:p>
          <w:p w:rsidR="00F76146" w:rsidRPr="002D7D05" w:rsidRDefault="00F76146" w:rsidP="00594648">
            <w:pPr>
              <w:jc w:val="both"/>
              <w:rPr>
                <w:szCs w:val="28"/>
              </w:rPr>
            </w:pPr>
            <w:r w:rsidRPr="002D7D05">
              <w:rPr>
                <w:szCs w:val="28"/>
              </w:rPr>
              <w:t xml:space="preserve">администрации муниципального     образования </w:t>
            </w:r>
          </w:p>
          <w:p w:rsidR="00F76146" w:rsidRPr="002D7D05" w:rsidRDefault="00F76146" w:rsidP="00594648">
            <w:pPr>
              <w:jc w:val="both"/>
              <w:rPr>
                <w:szCs w:val="28"/>
              </w:rPr>
            </w:pPr>
            <w:r w:rsidRPr="002D7D05">
              <w:rPr>
                <w:szCs w:val="28"/>
              </w:rPr>
              <w:t>Приморско-Ахтарский район</w:t>
            </w:r>
          </w:p>
        </w:tc>
        <w:tc>
          <w:tcPr>
            <w:tcW w:w="850" w:type="dxa"/>
            <w:noWrap/>
            <w:vAlign w:val="bottom"/>
          </w:tcPr>
          <w:p w:rsidR="00F76146" w:rsidRPr="002D7D05" w:rsidRDefault="00F76146" w:rsidP="00594648">
            <w:pPr>
              <w:jc w:val="both"/>
              <w:rPr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F76146" w:rsidRPr="002D7D05" w:rsidRDefault="00F76146" w:rsidP="00594648">
            <w:pPr>
              <w:jc w:val="both"/>
              <w:rPr>
                <w:szCs w:val="28"/>
              </w:rPr>
            </w:pPr>
          </w:p>
        </w:tc>
        <w:tc>
          <w:tcPr>
            <w:tcW w:w="1419" w:type="dxa"/>
            <w:noWrap/>
            <w:vAlign w:val="bottom"/>
          </w:tcPr>
          <w:p w:rsidR="00F76146" w:rsidRPr="002D7D05" w:rsidRDefault="00F76146" w:rsidP="001F422C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F76146" w:rsidRPr="002D7D05" w:rsidRDefault="00F76146" w:rsidP="006A7E27">
            <w:pPr>
              <w:jc w:val="right"/>
              <w:rPr>
                <w:szCs w:val="28"/>
              </w:rPr>
            </w:pPr>
          </w:p>
        </w:tc>
        <w:tc>
          <w:tcPr>
            <w:tcW w:w="2692" w:type="dxa"/>
            <w:gridSpan w:val="2"/>
            <w:vAlign w:val="bottom"/>
          </w:tcPr>
          <w:p w:rsidR="00F76146" w:rsidRPr="002D7D05" w:rsidRDefault="00F76146" w:rsidP="00685B72">
            <w:pPr>
              <w:jc w:val="right"/>
              <w:rPr>
                <w:szCs w:val="28"/>
              </w:rPr>
            </w:pPr>
            <w:r w:rsidRPr="002D7D05">
              <w:rPr>
                <w:szCs w:val="28"/>
              </w:rPr>
              <w:t>С.Г. Долинская</w:t>
            </w:r>
          </w:p>
        </w:tc>
      </w:tr>
      <w:tr w:rsidR="00F76146" w:rsidRPr="00E961E5" w:rsidTr="00A0629C">
        <w:trPr>
          <w:gridAfter w:val="5"/>
          <w:wAfter w:w="6521" w:type="dxa"/>
        </w:trPr>
        <w:tc>
          <w:tcPr>
            <w:tcW w:w="7939" w:type="dxa"/>
            <w:gridSpan w:val="2"/>
            <w:vAlign w:val="bottom"/>
          </w:tcPr>
          <w:p w:rsidR="00F76146" w:rsidRPr="00E961E5" w:rsidRDefault="00F76146" w:rsidP="00165556">
            <w:pPr>
              <w:jc w:val="right"/>
              <w:rPr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F76146" w:rsidRPr="00E961E5" w:rsidRDefault="00F7614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70BF" w:rsidRPr="00845EB9" w:rsidRDefault="00F870BF" w:rsidP="00022037">
      <w:pPr>
        <w:rPr>
          <w:i/>
        </w:rPr>
      </w:pPr>
    </w:p>
    <w:p w:rsidR="00F870BF" w:rsidRPr="00845EB9" w:rsidRDefault="00F870BF" w:rsidP="00022037">
      <w:pPr>
        <w:rPr>
          <w:i/>
        </w:rPr>
      </w:pPr>
      <w:bookmarkStart w:id="0" w:name="_GoBack"/>
      <w:bookmarkEnd w:id="0"/>
    </w:p>
    <w:sectPr w:rsidR="00F870BF" w:rsidRPr="00845EB9" w:rsidSect="00F03D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C4" w:rsidRDefault="00D342C4" w:rsidP="00E12559">
      <w:r>
        <w:separator/>
      </w:r>
    </w:p>
  </w:endnote>
  <w:endnote w:type="continuationSeparator" w:id="0">
    <w:p w:rsidR="00D342C4" w:rsidRDefault="00D342C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E5E" w:rsidRDefault="004A5E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E5E" w:rsidRDefault="004A5E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E5E" w:rsidRDefault="004A5E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C4" w:rsidRDefault="00D342C4" w:rsidP="00E12559">
      <w:r>
        <w:separator/>
      </w:r>
    </w:p>
  </w:footnote>
  <w:footnote w:type="continuationSeparator" w:id="0">
    <w:p w:rsidR="00D342C4" w:rsidRDefault="00D342C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E5E" w:rsidRDefault="004A5E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:rsidR="004A5E5E" w:rsidRDefault="004A5E5E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5656FB4" wp14:editId="5F7B37B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5E5E" w:rsidRDefault="004A5E5E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D7D05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5656FB4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:rsidR="004A5E5E" w:rsidRDefault="004A5E5E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D7D05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:rsidR="004A5E5E" w:rsidRDefault="004A5E5E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1438FA" wp14:editId="43DA80B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5E5E" w:rsidRDefault="004A5E5E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1438FA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4A5E5E" w:rsidRDefault="004A5E5E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6935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5BE2"/>
    <w:rsid w:val="00036C29"/>
    <w:rsid w:val="000433C3"/>
    <w:rsid w:val="00044D8B"/>
    <w:rsid w:val="000455C4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D5F"/>
    <w:rsid w:val="00076EDA"/>
    <w:rsid w:val="00080BF4"/>
    <w:rsid w:val="00081C54"/>
    <w:rsid w:val="00082EFA"/>
    <w:rsid w:val="00083D15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22D9"/>
    <w:rsid w:val="000C36FA"/>
    <w:rsid w:val="000C3B40"/>
    <w:rsid w:val="000C4949"/>
    <w:rsid w:val="000C4C86"/>
    <w:rsid w:val="000C5A56"/>
    <w:rsid w:val="000C68CC"/>
    <w:rsid w:val="000D0B2B"/>
    <w:rsid w:val="000D0B2C"/>
    <w:rsid w:val="000D2CCE"/>
    <w:rsid w:val="000D303B"/>
    <w:rsid w:val="000D3556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623C"/>
    <w:rsid w:val="000F68EA"/>
    <w:rsid w:val="000F6A68"/>
    <w:rsid w:val="00100A04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2D67"/>
    <w:rsid w:val="0018367A"/>
    <w:rsid w:val="00185EB1"/>
    <w:rsid w:val="00190533"/>
    <w:rsid w:val="00191901"/>
    <w:rsid w:val="00191EA4"/>
    <w:rsid w:val="00192AFE"/>
    <w:rsid w:val="00192B58"/>
    <w:rsid w:val="0019309E"/>
    <w:rsid w:val="00195047"/>
    <w:rsid w:val="0019509C"/>
    <w:rsid w:val="00195CB2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4BE8"/>
    <w:rsid w:val="001A5214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55BF"/>
    <w:rsid w:val="001C6A5E"/>
    <w:rsid w:val="001C7A16"/>
    <w:rsid w:val="001D1ACF"/>
    <w:rsid w:val="001D2504"/>
    <w:rsid w:val="001D2E4D"/>
    <w:rsid w:val="001D3B80"/>
    <w:rsid w:val="001D4C78"/>
    <w:rsid w:val="001D538E"/>
    <w:rsid w:val="001D68F1"/>
    <w:rsid w:val="001D7E98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22C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73A1"/>
    <w:rsid w:val="002100D6"/>
    <w:rsid w:val="00211E6C"/>
    <w:rsid w:val="00212B3B"/>
    <w:rsid w:val="0021457A"/>
    <w:rsid w:val="00214674"/>
    <w:rsid w:val="002176FA"/>
    <w:rsid w:val="00217C9B"/>
    <w:rsid w:val="002210A8"/>
    <w:rsid w:val="00221D2B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221A"/>
    <w:rsid w:val="002343FF"/>
    <w:rsid w:val="002347CF"/>
    <w:rsid w:val="002356B0"/>
    <w:rsid w:val="00235B81"/>
    <w:rsid w:val="00236310"/>
    <w:rsid w:val="002368BC"/>
    <w:rsid w:val="002415E8"/>
    <w:rsid w:val="0024731F"/>
    <w:rsid w:val="002500BB"/>
    <w:rsid w:val="002513A1"/>
    <w:rsid w:val="00251E66"/>
    <w:rsid w:val="002548BD"/>
    <w:rsid w:val="00255523"/>
    <w:rsid w:val="00255CA8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2D0"/>
    <w:rsid w:val="002C3F3C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D7D05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435C"/>
    <w:rsid w:val="003047D3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6C8B"/>
    <w:rsid w:val="00337C1F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84D20"/>
    <w:rsid w:val="00387BB1"/>
    <w:rsid w:val="0039085C"/>
    <w:rsid w:val="00390BAB"/>
    <w:rsid w:val="00391007"/>
    <w:rsid w:val="00392309"/>
    <w:rsid w:val="0039250C"/>
    <w:rsid w:val="00392513"/>
    <w:rsid w:val="00393156"/>
    <w:rsid w:val="00394C6B"/>
    <w:rsid w:val="00395387"/>
    <w:rsid w:val="003959DA"/>
    <w:rsid w:val="00396F4A"/>
    <w:rsid w:val="003A0BFE"/>
    <w:rsid w:val="003A1743"/>
    <w:rsid w:val="003A1B6E"/>
    <w:rsid w:val="003A1F13"/>
    <w:rsid w:val="003A22DD"/>
    <w:rsid w:val="003A3EA4"/>
    <w:rsid w:val="003A4D30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2C6"/>
    <w:rsid w:val="003B4302"/>
    <w:rsid w:val="003B4B8C"/>
    <w:rsid w:val="003B5C63"/>
    <w:rsid w:val="003B5F1E"/>
    <w:rsid w:val="003B6036"/>
    <w:rsid w:val="003B6831"/>
    <w:rsid w:val="003C0BC4"/>
    <w:rsid w:val="003C15BE"/>
    <w:rsid w:val="003C1955"/>
    <w:rsid w:val="003C293F"/>
    <w:rsid w:val="003C2FF6"/>
    <w:rsid w:val="003C6E5B"/>
    <w:rsid w:val="003C7254"/>
    <w:rsid w:val="003D1D4A"/>
    <w:rsid w:val="003D3E5F"/>
    <w:rsid w:val="003D4A14"/>
    <w:rsid w:val="003D51E5"/>
    <w:rsid w:val="003D5A9F"/>
    <w:rsid w:val="003D6A37"/>
    <w:rsid w:val="003E0FEF"/>
    <w:rsid w:val="003E1497"/>
    <w:rsid w:val="003E1907"/>
    <w:rsid w:val="003E22E0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27DBA"/>
    <w:rsid w:val="004307F7"/>
    <w:rsid w:val="00432754"/>
    <w:rsid w:val="004327D7"/>
    <w:rsid w:val="00433B30"/>
    <w:rsid w:val="00434A34"/>
    <w:rsid w:val="00437B6C"/>
    <w:rsid w:val="0044036F"/>
    <w:rsid w:val="00441FA6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971D3"/>
    <w:rsid w:val="004A109F"/>
    <w:rsid w:val="004A12DC"/>
    <w:rsid w:val="004A449E"/>
    <w:rsid w:val="004A59DE"/>
    <w:rsid w:val="004A59E1"/>
    <w:rsid w:val="004A5B0E"/>
    <w:rsid w:val="004A5E5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5CD3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04B1"/>
    <w:rsid w:val="00564333"/>
    <w:rsid w:val="00566C6E"/>
    <w:rsid w:val="00567C7C"/>
    <w:rsid w:val="00570723"/>
    <w:rsid w:val="00570AEA"/>
    <w:rsid w:val="00570D57"/>
    <w:rsid w:val="00571D04"/>
    <w:rsid w:val="00573AAD"/>
    <w:rsid w:val="005753AB"/>
    <w:rsid w:val="00576271"/>
    <w:rsid w:val="00577981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2C65"/>
    <w:rsid w:val="00593657"/>
    <w:rsid w:val="00593B89"/>
    <w:rsid w:val="005940D6"/>
    <w:rsid w:val="00594648"/>
    <w:rsid w:val="00595826"/>
    <w:rsid w:val="005963B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874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E79FD"/>
    <w:rsid w:val="005F1D33"/>
    <w:rsid w:val="005F2E55"/>
    <w:rsid w:val="005F3B38"/>
    <w:rsid w:val="005F584F"/>
    <w:rsid w:val="005F72EA"/>
    <w:rsid w:val="005F7371"/>
    <w:rsid w:val="005F7CA9"/>
    <w:rsid w:val="0060038A"/>
    <w:rsid w:val="00601B80"/>
    <w:rsid w:val="006032A7"/>
    <w:rsid w:val="0060384E"/>
    <w:rsid w:val="006048DE"/>
    <w:rsid w:val="006106F0"/>
    <w:rsid w:val="00610BA2"/>
    <w:rsid w:val="006119D0"/>
    <w:rsid w:val="00612111"/>
    <w:rsid w:val="00612CFD"/>
    <w:rsid w:val="0061451B"/>
    <w:rsid w:val="00614897"/>
    <w:rsid w:val="00615C39"/>
    <w:rsid w:val="00617580"/>
    <w:rsid w:val="00617816"/>
    <w:rsid w:val="00617955"/>
    <w:rsid w:val="00620D1B"/>
    <w:rsid w:val="006251E3"/>
    <w:rsid w:val="00625D73"/>
    <w:rsid w:val="00626EA4"/>
    <w:rsid w:val="00630840"/>
    <w:rsid w:val="00631223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401C"/>
    <w:rsid w:val="00645884"/>
    <w:rsid w:val="0064653F"/>
    <w:rsid w:val="00651044"/>
    <w:rsid w:val="0065125D"/>
    <w:rsid w:val="00651593"/>
    <w:rsid w:val="00652240"/>
    <w:rsid w:val="00653105"/>
    <w:rsid w:val="0065406E"/>
    <w:rsid w:val="00657415"/>
    <w:rsid w:val="00657965"/>
    <w:rsid w:val="00661C26"/>
    <w:rsid w:val="00661D0B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2EC0"/>
    <w:rsid w:val="00683B90"/>
    <w:rsid w:val="006857DF"/>
    <w:rsid w:val="00685B72"/>
    <w:rsid w:val="00686842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060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470B"/>
    <w:rsid w:val="006D51F4"/>
    <w:rsid w:val="006D5C72"/>
    <w:rsid w:val="006D7E46"/>
    <w:rsid w:val="006E02B5"/>
    <w:rsid w:val="006E0481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4336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869B1"/>
    <w:rsid w:val="00792880"/>
    <w:rsid w:val="00793CEB"/>
    <w:rsid w:val="007941E5"/>
    <w:rsid w:val="00795316"/>
    <w:rsid w:val="007A1972"/>
    <w:rsid w:val="007A2114"/>
    <w:rsid w:val="007A2AC8"/>
    <w:rsid w:val="007A2B53"/>
    <w:rsid w:val="007A2FE8"/>
    <w:rsid w:val="007A311B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5B6E"/>
    <w:rsid w:val="007C5FFC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65F8"/>
    <w:rsid w:val="008072DC"/>
    <w:rsid w:val="00807CF6"/>
    <w:rsid w:val="0081020C"/>
    <w:rsid w:val="008131E3"/>
    <w:rsid w:val="00813A72"/>
    <w:rsid w:val="00814568"/>
    <w:rsid w:val="0082299C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58E2"/>
    <w:rsid w:val="008B6A10"/>
    <w:rsid w:val="008B7C3F"/>
    <w:rsid w:val="008C04EB"/>
    <w:rsid w:val="008C1B71"/>
    <w:rsid w:val="008C2961"/>
    <w:rsid w:val="008C2C37"/>
    <w:rsid w:val="008C30E3"/>
    <w:rsid w:val="008C37AC"/>
    <w:rsid w:val="008C3C38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1E08"/>
    <w:rsid w:val="0092212C"/>
    <w:rsid w:val="00923250"/>
    <w:rsid w:val="0092478E"/>
    <w:rsid w:val="009278E8"/>
    <w:rsid w:val="00930496"/>
    <w:rsid w:val="00930BE1"/>
    <w:rsid w:val="00930D54"/>
    <w:rsid w:val="009311C8"/>
    <w:rsid w:val="00934E70"/>
    <w:rsid w:val="00934F35"/>
    <w:rsid w:val="009359A1"/>
    <w:rsid w:val="009372C0"/>
    <w:rsid w:val="00937307"/>
    <w:rsid w:val="00940493"/>
    <w:rsid w:val="00944536"/>
    <w:rsid w:val="0094759C"/>
    <w:rsid w:val="00947973"/>
    <w:rsid w:val="009508B4"/>
    <w:rsid w:val="00951E84"/>
    <w:rsid w:val="00955984"/>
    <w:rsid w:val="00956930"/>
    <w:rsid w:val="00956C80"/>
    <w:rsid w:val="00961FA1"/>
    <w:rsid w:val="00962D68"/>
    <w:rsid w:val="00963535"/>
    <w:rsid w:val="0097042E"/>
    <w:rsid w:val="00970690"/>
    <w:rsid w:val="00971591"/>
    <w:rsid w:val="00971D0C"/>
    <w:rsid w:val="009725D8"/>
    <w:rsid w:val="0097475D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5D54"/>
    <w:rsid w:val="009E6F9F"/>
    <w:rsid w:val="009E71CC"/>
    <w:rsid w:val="009E73FD"/>
    <w:rsid w:val="009F0180"/>
    <w:rsid w:val="009F07A7"/>
    <w:rsid w:val="009F2E1E"/>
    <w:rsid w:val="009F3426"/>
    <w:rsid w:val="009F3B36"/>
    <w:rsid w:val="009F40F8"/>
    <w:rsid w:val="009F65F9"/>
    <w:rsid w:val="009F67E7"/>
    <w:rsid w:val="00A02BC9"/>
    <w:rsid w:val="00A0444E"/>
    <w:rsid w:val="00A052BE"/>
    <w:rsid w:val="00A0601A"/>
    <w:rsid w:val="00A06062"/>
    <w:rsid w:val="00A0629C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08A9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3DA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2F5C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7C4"/>
    <w:rsid w:val="00A97862"/>
    <w:rsid w:val="00A97FE3"/>
    <w:rsid w:val="00AA4D76"/>
    <w:rsid w:val="00AA4EDE"/>
    <w:rsid w:val="00AA518D"/>
    <w:rsid w:val="00AA53F5"/>
    <w:rsid w:val="00AA703C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19B9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65CA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4FB7"/>
    <w:rsid w:val="00B352D2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6BD6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0B"/>
    <w:rsid w:val="00B96BBA"/>
    <w:rsid w:val="00BA10E3"/>
    <w:rsid w:val="00BA14E9"/>
    <w:rsid w:val="00BA17EC"/>
    <w:rsid w:val="00BA1861"/>
    <w:rsid w:val="00BA2DCD"/>
    <w:rsid w:val="00BA405F"/>
    <w:rsid w:val="00BA48D9"/>
    <w:rsid w:val="00BA4B88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8FC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12E1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2C4D"/>
    <w:rsid w:val="00C653EB"/>
    <w:rsid w:val="00C65B22"/>
    <w:rsid w:val="00C67079"/>
    <w:rsid w:val="00C679F7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28B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4C8A"/>
    <w:rsid w:val="00C952D8"/>
    <w:rsid w:val="00C9535F"/>
    <w:rsid w:val="00C96620"/>
    <w:rsid w:val="00C97506"/>
    <w:rsid w:val="00CA0662"/>
    <w:rsid w:val="00CA227C"/>
    <w:rsid w:val="00CA2D71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463F"/>
    <w:rsid w:val="00CB5996"/>
    <w:rsid w:val="00CB76F4"/>
    <w:rsid w:val="00CC0306"/>
    <w:rsid w:val="00CC1094"/>
    <w:rsid w:val="00CC1F22"/>
    <w:rsid w:val="00CC39D8"/>
    <w:rsid w:val="00CC7BF4"/>
    <w:rsid w:val="00CC7CDE"/>
    <w:rsid w:val="00CC7D47"/>
    <w:rsid w:val="00CD406E"/>
    <w:rsid w:val="00CD4DE0"/>
    <w:rsid w:val="00CD5DA1"/>
    <w:rsid w:val="00CD5DC6"/>
    <w:rsid w:val="00CD60DA"/>
    <w:rsid w:val="00CD67E7"/>
    <w:rsid w:val="00CD6B64"/>
    <w:rsid w:val="00CD73DF"/>
    <w:rsid w:val="00CD795B"/>
    <w:rsid w:val="00CE0E3D"/>
    <w:rsid w:val="00CE266A"/>
    <w:rsid w:val="00CE2F15"/>
    <w:rsid w:val="00CE2F44"/>
    <w:rsid w:val="00CE34E7"/>
    <w:rsid w:val="00CE5982"/>
    <w:rsid w:val="00CE6394"/>
    <w:rsid w:val="00CE7D74"/>
    <w:rsid w:val="00CF2F9B"/>
    <w:rsid w:val="00CF303F"/>
    <w:rsid w:val="00CF3068"/>
    <w:rsid w:val="00CF5179"/>
    <w:rsid w:val="00CF6C2D"/>
    <w:rsid w:val="00CF6F85"/>
    <w:rsid w:val="00CF7310"/>
    <w:rsid w:val="00CF7DC3"/>
    <w:rsid w:val="00D00613"/>
    <w:rsid w:val="00D01520"/>
    <w:rsid w:val="00D01C62"/>
    <w:rsid w:val="00D02044"/>
    <w:rsid w:val="00D02834"/>
    <w:rsid w:val="00D04C03"/>
    <w:rsid w:val="00D05429"/>
    <w:rsid w:val="00D055CD"/>
    <w:rsid w:val="00D07F93"/>
    <w:rsid w:val="00D1087F"/>
    <w:rsid w:val="00D129C6"/>
    <w:rsid w:val="00D1547C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2C4D"/>
    <w:rsid w:val="00D342C4"/>
    <w:rsid w:val="00D35230"/>
    <w:rsid w:val="00D359E6"/>
    <w:rsid w:val="00D35EF0"/>
    <w:rsid w:val="00D36B82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246D"/>
    <w:rsid w:val="00D55C96"/>
    <w:rsid w:val="00D55E5F"/>
    <w:rsid w:val="00D56387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6B5"/>
    <w:rsid w:val="00DF0DD1"/>
    <w:rsid w:val="00DF13C8"/>
    <w:rsid w:val="00DF1AC7"/>
    <w:rsid w:val="00DF2029"/>
    <w:rsid w:val="00DF23F0"/>
    <w:rsid w:val="00DF259E"/>
    <w:rsid w:val="00DF371D"/>
    <w:rsid w:val="00DF5A21"/>
    <w:rsid w:val="00E00E0B"/>
    <w:rsid w:val="00E01895"/>
    <w:rsid w:val="00E0498F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3DF8"/>
    <w:rsid w:val="00F042E8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5813"/>
    <w:rsid w:val="00F15DCD"/>
    <w:rsid w:val="00F16E97"/>
    <w:rsid w:val="00F178C0"/>
    <w:rsid w:val="00F2090B"/>
    <w:rsid w:val="00F20FF9"/>
    <w:rsid w:val="00F21685"/>
    <w:rsid w:val="00F217DF"/>
    <w:rsid w:val="00F22C25"/>
    <w:rsid w:val="00F22ECA"/>
    <w:rsid w:val="00F234C9"/>
    <w:rsid w:val="00F24714"/>
    <w:rsid w:val="00F261FE"/>
    <w:rsid w:val="00F2683F"/>
    <w:rsid w:val="00F27252"/>
    <w:rsid w:val="00F2748E"/>
    <w:rsid w:val="00F30003"/>
    <w:rsid w:val="00F311DC"/>
    <w:rsid w:val="00F33356"/>
    <w:rsid w:val="00F33D76"/>
    <w:rsid w:val="00F3477C"/>
    <w:rsid w:val="00F348C3"/>
    <w:rsid w:val="00F35158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726"/>
    <w:rsid w:val="00F76080"/>
    <w:rsid w:val="00F76146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FBB"/>
    <w:rsid w:val="00F9337F"/>
    <w:rsid w:val="00F933B7"/>
    <w:rsid w:val="00F956C0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1819"/>
    <w:rsid w:val="00FC264E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022A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000032"/>
  <w15:docId w15:val="{A873ABA8-C62C-4ABA-8946-8620426E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7BE8-81B9-4F40-AD68-C9B6560B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4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3</cp:revision>
  <cp:lastPrinted>2024-07-31T12:57:00Z</cp:lastPrinted>
  <dcterms:created xsi:type="dcterms:W3CDTF">2024-07-31T12:56:00Z</dcterms:created>
  <dcterms:modified xsi:type="dcterms:W3CDTF">2024-07-31T12:58:00Z</dcterms:modified>
</cp:coreProperties>
</file>