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62B78" w14:textId="77777777" w:rsidR="00F976FB" w:rsidRDefault="00F976FB">
      <w:bookmarkStart w:id="0" w:name="_GoBack"/>
      <w:bookmarkEnd w:id="0"/>
    </w:p>
    <w:tbl>
      <w:tblPr>
        <w:tblW w:w="15276" w:type="dxa"/>
        <w:tblLook w:val="01E0" w:firstRow="1" w:lastRow="1" w:firstColumn="1" w:lastColumn="1" w:noHBand="0" w:noVBand="0"/>
      </w:tblPr>
      <w:tblGrid>
        <w:gridCol w:w="173"/>
        <w:gridCol w:w="3833"/>
        <w:gridCol w:w="10884"/>
        <w:gridCol w:w="377"/>
        <w:gridCol w:w="9"/>
      </w:tblGrid>
      <w:tr w:rsidR="00F976FB" w14:paraId="2359A0C7" w14:textId="77777777" w:rsidTr="00106ED4">
        <w:trPr>
          <w:gridAfter w:val="1"/>
          <w:wAfter w:w="9" w:type="dxa"/>
        </w:trPr>
        <w:tc>
          <w:tcPr>
            <w:tcW w:w="14890" w:type="dxa"/>
            <w:gridSpan w:val="3"/>
          </w:tcPr>
          <w:tbl>
            <w:tblPr>
              <w:tblW w:w="14674" w:type="dxa"/>
              <w:tblLook w:val="01E0" w:firstRow="1" w:lastRow="1" w:firstColumn="1" w:lastColumn="1" w:noHBand="0" w:noVBand="0"/>
            </w:tblPr>
            <w:tblGrid>
              <w:gridCol w:w="8437"/>
              <w:gridCol w:w="6237"/>
            </w:tblGrid>
            <w:tr w:rsidR="00106ED4" w14:paraId="018F7723" w14:textId="77777777" w:rsidTr="00F74886">
              <w:tc>
                <w:tcPr>
                  <w:tcW w:w="8437" w:type="dxa"/>
                </w:tcPr>
                <w:p w14:paraId="1FB8C53B" w14:textId="77777777" w:rsidR="00106ED4" w:rsidRDefault="00106ED4" w:rsidP="00F7488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</w:tcPr>
                <w:p w14:paraId="0E73249B" w14:textId="6087347C" w:rsidR="00106ED4" w:rsidRDefault="00106ED4" w:rsidP="00F74886">
                  <w:pPr>
                    <w:tabs>
                      <w:tab w:val="left" w:pos="0"/>
                      <w:tab w:val="left" w:pos="9653"/>
                    </w:tabs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Приложение  8</w:t>
                  </w:r>
                </w:p>
                <w:p w14:paraId="724FFC50" w14:textId="02711415" w:rsidR="00106ED4" w:rsidRDefault="00106ED4" w:rsidP="00FD353A">
                  <w:pPr>
                    <w:tabs>
                      <w:tab w:val="left" w:pos="0"/>
                      <w:tab w:val="left" w:pos="9653"/>
                    </w:tabs>
                    <w:rPr>
                      <w:szCs w:val="28"/>
                    </w:rPr>
                  </w:pPr>
                  <w:r>
                    <w:rPr>
                      <w:szCs w:val="28"/>
                    </w:rPr>
                    <w:t>к решению Совета муниципального образования Приморско-Ахтарский район от</w:t>
                  </w:r>
                  <w:r w:rsidR="00FD353A">
                    <w:rPr>
                      <w:szCs w:val="28"/>
                    </w:rPr>
                    <w:t xml:space="preserve"> </w:t>
                  </w:r>
                  <w:r w:rsidR="00FD353A">
                    <w:rPr>
                      <w:szCs w:val="28"/>
                    </w:rPr>
                    <w:t>31.07.2024 №498</w:t>
                  </w:r>
                </w:p>
              </w:tc>
            </w:tr>
            <w:tr w:rsidR="00106ED4" w14:paraId="5D638CA3" w14:textId="77777777" w:rsidTr="00F74886">
              <w:tc>
                <w:tcPr>
                  <w:tcW w:w="8437" w:type="dxa"/>
                </w:tcPr>
                <w:p w14:paraId="77DA26BE" w14:textId="77777777" w:rsidR="00106ED4" w:rsidRDefault="00106ED4" w:rsidP="00F74886">
                  <w:pPr>
                    <w:rPr>
                      <w:sz w:val="24"/>
                      <w:szCs w:val="24"/>
                    </w:rPr>
                  </w:pPr>
                </w:p>
                <w:p w14:paraId="070D4D9A" w14:textId="77777777" w:rsidR="00106ED4" w:rsidRDefault="00106ED4" w:rsidP="00F7488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37" w:type="dxa"/>
                  <w:hideMark/>
                </w:tcPr>
                <w:p w14:paraId="2466AE4A" w14:textId="0AC3E8A2" w:rsidR="00106ED4" w:rsidRDefault="00106ED4" w:rsidP="00F74886">
                  <w:pPr>
                    <w:tabs>
                      <w:tab w:val="left" w:pos="0"/>
                      <w:tab w:val="left" w:pos="9653"/>
                    </w:tabs>
                    <w:rPr>
                      <w:szCs w:val="28"/>
                    </w:rPr>
                  </w:pPr>
                  <w:r>
                    <w:rPr>
                      <w:szCs w:val="28"/>
                    </w:rPr>
                    <w:t>«Приложение 8.4</w:t>
                  </w:r>
                </w:p>
                <w:p w14:paraId="12392035" w14:textId="77777777" w:rsidR="00106ED4" w:rsidRDefault="00106ED4" w:rsidP="00F74886">
                  <w:pPr>
                    <w:tabs>
                      <w:tab w:val="left" w:pos="0"/>
                      <w:tab w:val="left" w:pos="9653"/>
                    </w:tabs>
                    <w:autoSpaceDE w:val="0"/>
                    <w:autoSpaceDN w:val="0"/>
                    <w:adjustRightInd w:val="0"/>
                    <w:ind w:left="-7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к решению Совета муниципального образования Приморско-Ахтарский район «О бюджете муниципального образования Приморско-Ахтарский район на 2024 год и на плановый период 2025 и 2026 годов»    от 21.12.2023 </w:t>
                  </w:r>
                </w:p>
                <w:p w14:paraId="34954422" w14:textId="53314B30" w:rsidR="00106ED4" w:rsidRDefault="00106ED4" w:rsidP="00F74886">
                  <w:pPr>
                    <w:tabs>
                      <w:tab w:val="left" w:pos="0"/>
                      <w:tab w:val="left" w:pos="9653"/>
                    </w:tabs>
                    <w:autoSpaceDE w:val="0"/>
                    <w:autoSpaceDN w:val="0"/>
                    <w:adjustRightInd w:val="0"/>
                    <w:ind w:left="-7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 № 404 (в редакции решения Совета муниципального образования Приморск</w:t>
                  </w:r>
                  <w:r w:rsidR="00FD353A">
                    <w:rPr>
                      <w:szCs w:val="28"/>
                    </w:rPr>
                    <w:t xml:space="preserve">о-Ахтарский район   от </w:t>
                  </w:r>
                  <w:r w:rsidR="00FD353A">
                    <w:rPr>
                      <w:szCs w:val="28"/>
                    </w:rPr>
                    <w:t>31.07.2024 №498</w:t>
                  </w:r>
                  <w:r>
                    <w:rPr>
                      <w:szCs w:val="28"/>
                    </w:rPr>
                    <w:t>)</w:t>
                  </w:r>
                </w:p>
              </w:tc>
            </w:tr>
          </w:tbl>
          <w:p w14:paraId="4F174392" w14:textId="77777777" w:rsidR="00106ED4" w:rsidRDefault="00106ED4" w:rsidP="00106ED4">
            <w:pPr>
              <w:jc w:val="center"/>
              <w:rPr>
                <w:b/>
                <w:sz w:val="16"/>
                <w:szCs w:val="16"/>
              </w:rPr>
            </w:pPr>
          </w:p>
          <w:p w14:paraId="4A8829A1" w14:textId="77777777" w:rsidR="00106ED4" w:rsidRDefault="00106ED4" w:rsidP="00106ED4">
            <w:pPr>
              <w:jc w:val="center"/>
              <w:rPr>
                <w:b/>
              </w:rPr>
            </w:pPr>
          </w:p>
          <w:p w14:paraId="64B1ED69" w14:textId="77777777" w:rsidR="00106ED4" w:rsidRDefault="00106ED4" w:rsidP="00106ED4">
            <w:pPr>
              <w:jc w:val="center"/>
              <w:rPr>
                <w:b/>
              </w:rPr>
            </w:pPr>
            <w:r>
              <w:rPr>
                <w:b/>
              </w:rPr>
              <w:t>Изменения</w:t>
            </w:r>
          </w:p>
          <w:p w14:paraId="18EDD2E0" w14:textId="77777777" w:rsidR="00106ED4" w:rsidRDefault="00106ED4" w:rsidP="00106ED4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объема бюджетных ассигнований, направляемых на социальную поддержку детей и семей, имеющих </w:t>
            </w:r>
          </w:p>
          <w:p w14:paraId="76BFAD45" w14:textId="24F96874" w:rsidR="00106ED4" w:rsidRDefault="00106ED4" w:rsidP="00106ED4">
            <w:pPr>
              <w:jc w:val="center"/>
              <w:rPr>
                <w:b/>
              </w:rPr>
            </w:pPr>
            <w:r>
              <w:rPr>
                <w:b/>
                <w:bCs/>
                <w:szCs w:val="28"/>
              </w:rPr>
              <w:t>детей, на 2024 год и плановый период 2025 и 2026 годов</w:t>
            </w:r>
            <w:r>
              <w:rPr>
                <w:b/>
              </w:rPr>
              <w:t xml:space="preserve">, предусмотренного приложениями 8-8.3 к решению </w:t>
            </w:r>
          </w:p>
          <w:p w14:paraId="32671E5D" w14:textId="77777777" w:rsidR="00106ED4" w:rsidRDefault="00106ED4" w:rsidP="00106ED4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 xml:space="preserve">Совета муниципального образования Приморско-Ахтарский район </w:t>
            </w:r>
            <w:r>
              <w:rPr>
                <w:rFonts w:eastAsia="Calibri"/>
                <w:b/>
              </w:rPr>
              <w:t xml:space="preserve">«О бюджете муниципального </w:t>
            </w:r>
          </w:p>
          <w:p w14:paraId="390497A6" w14:textId="77777777" w:rsidR="00106ED4" w:rsidRDefault="00106ED4" w:rsidP="00106ED4">
            <w:pPr>
              <w:jc w:val="center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b/>
              </w:rPr>
              <w:t xml:space="preserve">образования Приморско-Ахтарский район на 2024 год и </w:t>
            </w:r>
            <w:r>
              <w:rPr>
                <w:rFonts w:eastAsia="Calibri"/>
                <w:b/>
                <w:szCs w:val="28"/>
              </w:rPr>
              <w:t>плановый период 2025 и 2026 годов»</w:t>
            </w:r>
          </w:p>
          <w:p w14:paraId="1BD193DC" w14:textId="77777777" w:rsidR="00F976FB" w:rsidRPr="00680CB8" w:rsidRDefault="00F976FB" w:rsidP="00587DC4">
            <w:pPr>
              <w:rPr>
                <w:sz w:val="24"/>
                <w:szCs w:val="24"/>
              </w:rPr>
            </w:pPr>
          </w:p>
        </w:tc>
        <w:tc>
          <w:tcPr>
            <w:tcW w:w="377" w:type="dxa"/>
          </w:tcPr>
          <w:p w14:paraId="2BD4F221" w14:textId="0D4DDE69" w:rsidR="00F53CA6" w:rsidRPr="00DA282B" w:rsidRDefault="00F53CA6" w:rsidP="007C5EC9">
            <w:pPr>
              <w:tabs>
                <w:tab w:val="left" w:pos="0"/>
                <w:tab w:val="left" w:pos="9653"/>
              </w:tabs>
            </w:pPr>
          </w:p>
        </w:tc>
      </w:tr>
      <w:tr w:rsidR="00211CD0" w:rsidRPr="00391E3C" w14:paraId="64D96C0A" w14:textId="77777777" w:rsidTr="00106ED4">
        <w:tblPrEx>
          <w:tblLook w:val="00A0" w:firstRow="1" w:lastRow="0" w:firstColumn="1" w:lastColumn="0" w:noHBand="0" w:noVBand="0"/>
        </w:tblPrEx>
        <w:trPr>
          <w:gridBefore w:val="1"/>
          <w:wBefore w:w="173" w:type="dxa"/>
          <w:cantSplit/>
        </w:trPr>
        <w:tc>
          <w:tcPr>
            <w:tcW w:w="3833" w:type="dxa"/>
            <w:tcBorders>
              <w:left w:val="nil"/>
              <w:right w:val="nil"/>
            </w:tcBorders>
          </w:tcPr>
          <w:p w14:paraId="7F20B501" w14:textId="77777777" w:rsidR="00211CD0" w:rsidRPr="00391E3C" w:rsidRDefault="00211CD0" w:rsidP="00413AAE">
            <w:pPr>
              <w:jc w:val="right"/>
              <w:rPr>
                <w:szCs w:val="28"/>
              </w:rPr>
            </w:pPr>
          </w:p>
        </w:tc>
        <w:tc>
          <w:tcPr>
            <w:tcW w:w="11270" w:type="dxa"/>
            <w:gridSpan w:val="3"/>
            <w:tcBorders>
              <w:left w:val="nil"/>
              <w:right w:val="nil"/>
            </w:tcBorders>
          </w:tcPr>
          <w:p w14:paraId="24CCEE29" w14:textId="673F7CE7" w:rsidR="00211CD0" w:rsidRPr="00391E3C" w:rsidRDefault="00773D25" w:rsidP="00413AA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рублей)</w:t>
            </w:r>
          </w:p>
        </w:tc>
      </w:tr>
    </w:tbl>
    <w:p w14:paraId="0412B0F9" w14:textId="77777777" w:rsidR="00DA282B" w:rsidRPr="00DA282B" w:rsidRDefault="00DA282B" w:rsidP="00773D25">
      <w:pPr>
        <w:jc w:val="right"/>
        <w:rPr>
          <w:sz w:val="4"/>
          <w:szCs w:val="4"/>
        </w:rPr>
      </w:pPr>
    </w:p>
    <w:tbl>
      <w:tblPr>
        <w:tblW w:w="15735" w:type="dxa"/>
        <w:tblInd w:w="108" w:type="dxa"/>
        <w:tblLook w:val="00A0" w:firstRow="1" w:lastRow="0" w:firstColumn="1" w:lastColumn="0" w:noHBand="0" w:noVBand="0"/>
      </w:tblPr>
      <w:tblGrid>
        <w:gridCol w:w="993"/>
        <w:gridCol w:w="11056"/>
        <w:gridCol w:w="1134"/>
        <w:gridCol w:w="1276"/>
        <w:gridCol w:w="1276"/>
      </w:tblGrid>
      <w:tr w:rsidR="00106ED4" w:rsidRPr="007933D7" w14:paraId="2C4BA0E8" w14:textId="77777777" w:rsidTr="00106ED4">
        <w:trPr>
          <w:tblHeader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426EA909" w14:textId="57177386" w:rsidR="00106ED4" w:rsidRPr="00106ED4" w:rsidRDefault="00106ED4" w:rsidP="00106ED4">
            <w:pPr>
              <w:rPr>
                <w:b/>
                <w:sz w:val="24"/>
                <w:szCs w:val="24"/>
              </w:rPr>
            </w:pPr>
            <w:r w:rsidRPr="00106ED4">
              <w:rPr>
                <w:b/>
                <w:sz w:val="24"/>
                <w:szCs w:val="24"/>
              </w:rPr>
              <w:t>№ пп</w:t>
            </w:r>
          </w:p>
        </w:tc>
        <w:tc>
          <w:tcPr>
            <w:tcW w:w="11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A579556" w14:textId="39B7CA6D" w:rsidR="00106ED4" w:rsidRPr="00106ED4" w:rsidRDefault="00106ED4" w:rsidP="00106ED4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06ED4">
              <w:rPr>
                <w:rFonts w:eastAsia="Times New Roman"/>
                <w:b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7CA5" w14:textId="755BD7AB" w:rsidR="00106ED4" w:rsidRPr="00106ED4" w:rsidRDefault="00106ED4" w:rsidP="00DA282B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06ED4">
              <w:rPr>
                <w:rFonts w:eastAsia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106ED4" w:rsidRPr="007933D7" w14:paraId="5D077627" w14:textId="77777777" w:rsidTr="00106ED4">
        <w:trPr>
          <w:tblHeader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4B0F5A" w14:textId="77777777" w:rsidR="00106ED4" w:rsidRPr="00106ED4" w:rsidRDefault="00106ED4" w:rsidP="00DA28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E8EE" w14:textId="77777777" w:rsidR="00106ED4" w:rsidRPr="00106ED4" w:rsidRDefault="00106ED4" w:rsidP="00DA282B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C841" w14:textId="5F6DC271" w:rsidR="00106ED4" w:rsidRPr="00106ED4" w:rsidRDefault="00106ED4" w:rsidP="00DA282B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06ED4">
              <w:rPr>
                <w:rFonts w:eastAsia="Times New Roman"/>
                <w:b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3EA1" w14:textId="10C9448B" w:rsidR="00106ED4" w:rsidRPr="00106ED4" w:rsidRDefault="00106ED4" w:rsidP="00DA282B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06ED4">
              <w:rPr>
                <w:rFonts w:eastAsia="Times New Roman"/>
                <w:b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783C" w14:textId="145733A8" w:rsidR="00106ED4" w:rsidRPr="00106ED4" w:rsidRDefault="00106ED4" w:rsidP="00DA282B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06ED4">
              <w:rPr>
                <w:rFonts w:eastAsia="Times New Roman"/>
                <w:b/>
                <w:sz w:val="24"/>
                <w:szCs w:val="24"/>
                <w:lang w:eastAsia="ru-RU"/>
              </w:rPr>
              <w:t>2026 год</w:t>
            </w:r>
          </w:p>
        </w:tc>
      </w:tr>
    </w:tbl>
    <w:p w14:paraId="318CBB5F" w14:textId="77777777" w:rsidR="00106ED4" w:rsidRPr="00106ED4" w:rsidRDefault="00106ED4">
      <w:pPr>
        <w:rPr>
          <w:sz w:val="2"/>
          <w:szCs w:val="2"/>
        </w:rPr>
      </w:pPr>
    </w:p>
    <w:tbl>
      <w:tblPr>
        <w:tblW w:w="15735" w:type="dxa"/>
        <w:tblInd w:w="108" w:type="dxa"/>
        <w:tblLook w:val="00A0" w:firstRow="1" w:lastRow="0" w:firstColumn="1" w:lastColumn="0" w:noHBand="0" w:noVBand="0"/>
      </w:tblPr>
      <w:tblGrid>
        <w:gridCol w:w="993"/>
        <w:gridCol w:w="11056"/>
        <w:gridCol w:w="1134"/>
        <w:gridCol w:w="1276"/>
        <w:gridCol w:w="1276"/>
      </w:tblGrid>
      <w:tr w:rsidR="00106ED4" w:rsidRPr="007933D7" w14:paraId="31B269C0" w14:textId="77777777" w:rsidTr="00106ED4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1C052A" w14:textId="77777777" w:rsidR="00106ED4" w:rsidRPr="007933D7" w:rsidRDefault="00106ED4" w:rsidP="00DA282B">
            <w:pPr>
              <w:jc w:val="center"/>
              <w:rPr>
                <w:sz w:val="24"/>
                <w:szCs w:val="24"/>
              </w:rPr>
            </w:pPr>
            <w:r w:rsidRPr="007933D7">
              <w:rPr>
                <w:sz w:val="24"/>
                <w:szCs w:val="24"/>
              </w:rPr>
              <w:t>1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0BC0" w14:textId="77777777" w:rsidR="00106ED4" w:rsidRPr="007933D7" w:rsidRDefault="00106ED4" w:rsidP="00DA282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933D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A7C5" w14:textId="5E3D8F3A" w:rsidR="00106ED4" w:rsidRPr="007933D7" w:rsidRDefault="00106ED4" w:rsidP="00DA282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9A7D" w14:textId="7AAC9EF3" w:rsidR="00106ED4" w:rsidRPr="007933D7" w:rsidRDefault="00106ED4" w:rsidP="00DA282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A50D" w14:textId="4B5ACC49" w:rsidR="00106ED4" w:rsidRPr="007933D7" w:rsidRDefault="00106ED4" w:rsidP="00DA282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106ED4" w:rsidRPr="00A00530" w14:paraId="689F70DD" w14:textId="77777777" w:rsidTr="00106ED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8FAE1D" w14:textId="77777777" w:rsidR="00106ED4" w:rsidRPr="00A00530" w:rsidRDefault="00106ED4" w:rsidP="00BD25CE">
            <w:pPr>
              <w:rPr>
                <w:sz w:val="24"/>
                <w:szCs w:val="24"/>
              </w:rPr>
            </w:pPr>
            <w:r w:rsidRPr="00A00530">
              <w:rPr>
                <w:sz w:val="24"/>
                <w:szCs w:val="24"/>
              </w:rPr>
              <w:t>1.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4D53" w14:textId="77777777" w:rsidR="00106ED4" w:rsidRPr="00A00530" w:rsidRDefault="00106ED4" w:rsidP="005E690E">
            <w:pPr>
              <w:jc w:val="both"/>
              <w:rPr>
                <w:sz w:val="24"/>
                <w:szCs w:val="24"/>
              </w:rPr>
            </w:pPr>
            <w:r w:rsidRPr="00A00530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A4BC8" w14:textId="4A2875A4" w:rsidR="00106ED4" w:rsidRPr="00A00530" w:rsidRDefault="00106ED4" w:rsidP="0042038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175,9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F2952" w14:textId="3FAEF2FE" w:rsidR="00106ED4" w:rsidRPr="00A00530" w:rsidRDefault="00106ED4" w:rsidP="0042038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F8842" w14:textId="35ACDA68" w:rsidR="00106ED4" w:rsidRPr="00A00530" w:rsidRDefault="00106ED4" w:rsidP="0042038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  <w:tr w:rsidR="00106ED4" w:rsidRPr="00B13A54" w14:paraId="69538F21" w14:textId="77777777" w:rsidTr="00106ED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C76216" w14:textId="004BC04B" w:rsidR="00106ED4" w:rsidRPr="00B13A54" w:rsidRDefault="00106ED4" w:rsidP="00BD25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13A54">
              <w:rPr>
                <w:sz w:val="24"/>
                <w:szCs w:val="24"/>
              </w:rPr>
              <w:t>.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CEF7" w14:textId="77777777" w:rsidR="00106ED4" w:rsidRPr="00B13A54" w:rsidRDefault="00106ED4" w:rsidP="00DC47FD">
            <w:pPr>
              <w:jc w:val="both"/>
              <w:rPr>
                <w:sz w:val="24"/>
                <w:szCs w:val="24"/>
              </w:rPr>
            </w:pPr>
            <w:r w:rsidRPr="00B13A54">
              <w:rPr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6FC30" w14:textId="72C866A3" w:rsidR="00106ED4" w:rsidRPr="00B13A54" w:rsidRDefault="00106ED4" w:rsidP="0042038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2617,2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C7568" w14:textId="3004A4EC" w:rsidR="00106ED4" w:rsidRPr="00B13A54" w:rsidRDefault="00106ED4" w:rsidP="0042038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7518,5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71ED3" w14:textId="0448F11B" w:rsidR="00106ED4" w:rsidRPr="00B13A54" w:rsidRDefault="00106ED4" w:rsidP="0042038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7831,2</w:t>
            </w:r>
          </w:p>
        </w:tc>
      </w:tr>
      <w:tr w:rsidR="00106ED4" w:rsidRPr="00B13A54" w14:paraId="7A1F6370" w14:textId="77777777" w:rsidTr="00106ED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A6C44C" w14:textId="67082E26" w:rsidR="00106ED4" w:rsidRPr="00B13A54" w:rsidRDefault="00106ED4" w:rsidP="00BD25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B13A54">
              <w:rPr>
                <w:sz w:val="24"/>
                <w:szCs w:val="24"/>
              </w:rPr>
              <w:t>.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C57340" w14:textId="77777777" w:rsidR="00106ED4" w:rsidRPr="00B13A54" w:rsidRDefault="00106ED4" w:rsidP="00DC47FD">
            <w:pPr>
              <w:jc w:val="both"/>
              <w:rPr>
                <w:bCs/>
                <w:sz w:val="24"/>
                <w:szCs w:val="24"/>
              </w:rPr>
            </w:pPr>
            <w:r w:rsidRPr="00B13A54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14E57" w14:textId="091CE91B" w:rsidR="00106ED4" w:rsidRPr="00B13A54" w:rsidRDefault="00106ED4" w:rsidP="004203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567BB" w14:textId="4343A358" w:rsidR="00106ED4" w:rsidRPr="00B13A54" w:rsidRDefault="00106ED4" w:rsidP="004203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6DA6C" w14:textId="14DE3F76" w:rsidR="00106ED4" w:rsidRPr="00B13A54" w:rsidRDefault="00106ED4" w:rsidP="004203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06ED4" w:rsidRPr="00B13A54" w14:paraId="1750B379" w14:textId="77777777" w:rsidTr="00106ED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B087B5" w14:textId="7E66ABDE" w:rsidR="00106ED4" w:rsidRPr="00B13A54" w:rsidRDefault="00106ED4" w:rsidP="00BD25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Pr="00B13A54">
              <w:rPr>
                <w:sz w:val="24"/>
                <w:szCs w:val="24"/>
              </w:rPr>
              <w:t>.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2E4AD" w14:textId="77777777" w:rsidR="00106ED4" w:rsidRPr="00B13A54" w:rsidRDefault="00106ED4" w:rsidP="00DC47FD">
            <w:pPr>
              <w:jc w:val="both"/>
              <w:rPr>
                <w:sz w:val="24"/>
                <w:szCs w:val="24"/>
              </w:rPr>
            </w:pPr>
            <w:r w:rsidRPr="00B13A54">
              <w:rPr>
                <w:sz w:val="24"/>
                <w:szCs w:val="24"/>
              </w:rP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F75FE" w14:textId="4C5F7285" w:rsidR="00106ED4" w:rsidRPr="00B13A54" w:rsidRDefault="00106ED4" w:rsidP="0042038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-432,5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9BA40" w14:textId="2D355933" w:rsidR="00106ED4" w:rsidRPr="00B13A54" w:rsidRDefault="00106ED4" w:rsidP="0042038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4704C" w14:textId="72ABD05E" w:rsidR="00106ED4" w:rsidRPr="00B13A54" w:rsidRDefault="00106ED4" w:rsidP="0042038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  <w:tr w:rsidR="00106ED4" w:rsidRPr="00B13A54" w14:paraId="09DEEA4F" w14:textId="77777777" w:rsidTr="00106ED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2DAA3D" w14:textId="0FC952EF" w:rsidR="00106ED4" w:rsidRPr="00B13A54" w:rsidRDefault="00106ED4" w:rsidP="00BD25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13A54">
              <w:rPr>
                <w:sz w:val="24"/>
                <w:szCs w:val="24"/>
              </w:rPr>
              <w:t>.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E8C360" w14:textId="77777777" w:rsidR="00106ED4" w:rsidRPr="00B13A54" w:rsidRDefault="00106ED4" w:rsidP="00DC47FD">
            <w:pPr>
              <w:jc w:val="both"/>
              <w:rPr>
                <w:sz w:val="24"/>
                <w:szCs w:val="24"/>
              </w:rPr>
            </w:pPr>
            <w:r w:rsidRPr="00B13A54">
              <w:rPr>
                <w:rFonts w:eastAsia="Times New Roman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BB587" w14:textId="27D1F3EE" w:rsidR="00106ED4" w:rsidRPr="00B13A54" w:rsidRDefault="00106ED4" w:rsidP="0042038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3372,2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E06F72" w14:textId="446593FE" w:rsidR="00106ED4" w:rsidRPr="00B13A54" w:rsidRDefault="00106ED4" w:rsidP="0042038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114FEF" w14:textId="07EB5C0E" w:rsidR="00106ED4" w:rsidRPr="00B13A54" w:rsidRDefault="00106ED4" w:rsidP="0042038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  <w:tr w:rsidR="00106ED4" w:rsidRPr="00B13A54" w14:paraId="61E7C172" w14:textId="77777777" w:rsidTr="00106ED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00DB25" w14:textId="79732175" w:rsidR="00106ED4" w:rsidRPr="00B13A54" w:rsidRDefault="00106ED4" w:rsidP="00BD25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13A54">
              <w:rPr>
                <w:sz w:val="24"/>
                <w:szCs w:val="24"/>
              </w:rPr>
              <w:t>.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3F002" w14:textId="77777777" w:rsidR="00106ED4" w:rsidRPr="00B13A54" w:rsidRDefault="00106ED4" w:rsidP="00DC47FD">
            <w:pPr>
              <w:jc w:val="both"/>
              <w:rPr>
                <w:sz w:val="24"/>
                <w:szCs w:val="24"/>
              </w:rPr>
            </w:pPr>
            <w:r w:rsidRPr="00B13A54">
              <w:rPr>
                <w:sz w:val="24"/>
                <w:szCs w:val="24"/>
              </w:rPr>
              <w:t>Проведение мероприятий по организации отдыха детей в каникулярное время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EC6A5" w14:textId="26E2E343" w:rsidR="00106ED4" w:rsidRPr="00B13A54" w:rsidRDefault="00106ED4" w:rsidP="004203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1C60A4" w14:textId="6B374453" w:rsidR="00106ED4" w:rsidRPr="00B13A54" w:rsidRDefault="00106ED4" w:rsidP="004203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E4C1C" w14:textId="424509AE" w:rsidR="00106ED4" w:rsidRPr="00B13A54" w:rsidRDefault="00106ED4" w:rsidP="004203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06ED4" w:rsidRPr="00F926F4" w14:paraId="092088E9" w14:textId="77777777" w:rsidTr="00106ED4">
        <w:trPr>
          <w:trHeight w:val="2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51626" w14:textId="77777777" w:rsidR="00106ED4" w:rsidRPr="00F926F4" w:rsidRDefault="00106ED4" w:rsidP="00DC47FD">
            <w:pPr>
              <w:rPr>
                <w:sz w:val="24"/>
                <w:szCs w:val="24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F5A36" w14:textId="77777777" w:rsidR="00106ED4" w:rsidRPr="00F926F4" w:rsidRDefault="00106ED4" w:rsidP="00DC47FD">
            <w:pPr>
              <w:rPr>
                <w:b/>
                <w:bCs/>
                <w:sz w:val="24"/>
                <w:szCs w:val="24"/>
              </w:rPr>
            </w:pPr>
            <w:r w:rsidRPr="00F926F4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06D38" w14:textId="55F82342" w:rsidR="00106ED4" w:rsidRPr="00F926F4" w:rsidRDefault="00106ED4" w:rsidP="0042038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5745,1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F13BF" w14:textId="48B77368" w:rsidR="00106ED4" w:rsidRPr="00F926F4" w:rsidRDefault="00106ED4" w:rsidP="0042038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7518,5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538FF" w14:textId="60A1498E" w:rsidR="00106ED4" w:rsidRPr="00F926F4" w:rsidRDefault="00106ED4" w:rsidP="0042038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7831,2</w:t>
            </w:r>
          </w:p>
        </w:tc>
      </w:tr>
    </w:tbl>
    <w:p w14:paraId="4030FEDA" w14:textId="6B153B79" w:rsidR="00F509B4" w:rsidRPr="00106ED4" w:rsidRDefault="00106ED4" w:rsidP="003B2D50">
      <w:pPr>
        <w:jc w:val="right"/>
        <w:rPr>
          <w:szCs w:val="28"/>
        </w:rPr>
      </w:pPr>
      <w:r w:rsidRPr="00106ED4">
        <w:rPr>
          <w:szCs w:val="28"/>
        </w:rPr>
        <w:t>».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9779"/>
      </w:tblGrid>
      <w:tr w:rsidR="00F509B4" w14:paraId="238D2E8A" w14:textId="77777777" w:rsidTr="00106ED4">
        <w:tc>
          <w:tcPr>
            <w:tcW w:w="5353" w:type="dxa"/>
          </w:tcPr>
          <w:p w14:paraId="32ADD17B" w14:textId="77777777" w:rsidR="00F509B4" w:rsidRPr="00B214D1" w:rsidRDefault="00E0404C" w:rsidP="00F53CA6">
            <w:r>
              <w:t>Н</w:t>
            </w:r>
            <w:r w:rsidR="00F509B4" w:rsidRPr="00B214D1">
              <w:t>ачальник финансового управления администрации муниципального образования Приморско-Ахтарский район</w:t>
            </w:r>
          </w:p>
        </w:tc>
        <w:tc>
          <w:tcPr>
            <w:tcW w:w="9779" w:type="dxa"/>
            <w:vAlign w:val="bottom"/>
          </w:tcPr>
          <w:p w14:paraId="514A1ED2" w14:textId="77777777" w:rsidR="00F509B4" w:rsidRPr="00B214D1" w:rsidRDefault="00E0404C" w:rsidP="00B214D1">
            <w:pPr>
              <w:jc w:val="right"/>
            </w:pPr>
            <w:r>
              <w:t>С.Г.</w:t>
            </w:r>
            <w:r w:rsidR="00F53CA6">
              <w:t xml:space="preserve"> </w:t>
            </w:r>
            <w:r>
              <w:t>Долинская</w:t>
            </w:r>
          </w:p>
        </w:tc>
      </w:tr>
    </w:tbl>
    <w:p w14:paraId="7A3F2C36" w14:textId="77777777" w:rsidR="00F509B4" w:rsidRDefault="00F509B4" w:rsidP="00EC0001"/>
    <w:sectPr w:rsidR="00F509B4" w:rsidSect="00FD353A">
      <w:headerReference w:type="default" r:id="rId7"/>
      <w:pgSz w:w="16838" w:h="11906" w:orient="landscape"/>
      <w:pgMar w:top="1134" w:right="567" w:bottom="567" w:left="567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41A64" w14:textId="77777777" w:rsidR="009A0361" w:rsidRDefault="009A0361" w:rsidP="00E12559">
      <w:r>
        <w:separator/>
      </w:r>
    </w:p>
  </w:endnote>
  <w:endnote w:type="continuationSeparator" w:id="0">
    <w:p w14:paraId="3D9E2914" w14:textId="77777777" w:rsidR="009A0361" w:rsidRDefault="009A0361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D01E8" w14:textId="77777777" w:rsidR="009A0361" w:rsidRDefault="009A0361" w:rsidP="00E12559">
      <w:r>
        <w:separator/>
      </w:r>
    </w:p>
  </w:footnote>
  <w:footnote w:type="continuationSeparator" w:id="0">
    <w:p w14:paraId="47392673" w14:textId="77777777" w:rsidR="009A0361" w:rsidRDefault="009A0361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1CF83" w14:textId="60376456" w:rsidR="00640BFF" w:rsidRDefault="00640BFF" w:rsidP="003D4A1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353A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001"/>
    <w:rsid w:val="00000160"/>
    <w:rsid w:val="00001094"/>
    <w:rsid w:val="00006410"/>
    <w:rsid w:val="0000723A"/>
    <w:rsid w:val="0001195B"/>
    <w:rsid w:val="0001470D"/>
    <w:rsid w:val="000171EC"/>
    <w:rsid w:val="000174E6"/>
    <w:rsid w:val="00017908"/>
    <w:rsid w:val="00022143"/>
    <w:rsid w:val="00023F29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66E"/>
    <w:rsid w:val="00053D90"/>
    <w:rsid w:val="000561B7"/>
    <w:rsid w:val="00060491"/>
    <w:rsid w:val="0006049E"/>
    <w:rsid w:val="00062AC1"/>
    <w:rsid w:val="000646A3"/>
    <w:rsid w:val="00064ED1"/>
    <w:rsid w:val="0006771A"/>
    <w:rsid w:val="0007043B"/>
    <w:rsid w:val="00070689"/>
    <w:rsid w:val="000719FF"/>
    <w:rsid w:val="000728AE"/>
    <w:rsid w:val="00073F4C"/>
    <w:rsid w:val="0007417B"/>
    <w:rsid w:val="0007477C"/>
    <w:rsid w:val="0007482D"/>
    <w:rsid w:val="00076D5F"/>
    <w:rsid w:val="00076EDA"/>
    <w:rsid w:val="00077EB0"/>
    <w:rsid w:val="000806D7"/>
    <w:rsid w:val="000813A8"/>
    <w:rsid w:val="00081C54"/>
    <w:rsid w:val="000842B7"/>
    <w:rsid w:val="00084EF3"/>
    <w:rsid w:val="00085377"/>
    <w:rsid w:val="00085F79"/>
    <w:rsid w:val="00094253"/>
    <w:rsid w:val="0009541B"/>
    <w:rsid w:val="00097347"/>
    <w:rsid w:val="000A14A3"/>
    <w:rsid w:val="000A4765"/>
    <w:rsid w:val="000A5796"/>
    <w:rsid w:val="000A5BD6"/>
    <w:rsid w:val="000B13C7"/>
    <w:rsid w:val="000B3421"/>
    <w:rsid w:val="000B3953"/>
    <w:rsid w:val="000B6B06"/>
    <w:rsid w:val="000C3907"/>
    <w:rsid w:val="000C3B40"/>
    <w:rsid w:val="000D0B2B"/>
    <w:rsid w:val="000D18AF"/>
    <w:rsid w:val="000E0089"/>
    <w:rsid w:val="000E0EA8"/>
    <w:rsid w:val="000E19D2"/>
    <w:rsid w:val="000E3481"/>
    <w:rsid w:val="000E3F6B"/>
    <w:rsid w:val="000E4FC4"/>
    <w:rsid w:val="000F12AE"/>
    <w:rsid w:val="000F3BAF"/>
    <w:rsid w:val="000F623C"/>
    <w:rsid w:val="000F6A68"/>
    <w:rsid w:val="00100A04"/>
    <w:rsid w:val="00105124"/>
    <w:rsid w:val="001060AA"/>
    <w:rsid w:val="00106ED4"/>
    <w:rsid w:val="001079E0"/>
    <w:rsid w:val="001145FC"/>
    <w:rsid w:val="00114AAE"/>
    <w:rsid w:val="00116A19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8CA"/>
    <w:rsid w:val="00151B30"/>
    <w:rsid w:val="00153D5C"/>
    <w:rsid w:val="00153FB8"/>
    <w:rsid w:val="00155493"/>
    <w:rsid w:val="00157BA9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2ABB"/>
    <w:rsid w:val="0018367A"/>
    <w:rsid w:val="00190533"/>
    <w:rsid w:val="00192AFE"/>
    <w:rsid w:val="00192B58"/>
    <w:rsid w:val="0019309E"/>
    <w:rsid w:val="00194D07"/>
    <w:rsid w:val="0019509C"/>
    <w:rsid w:val="00195CB2"/>
    <w:rsid w:val="00197109"/>
    <w:rsid w:val="001A00C5"/>
    <w:rsid w:val="001A024C"/>
    <w:rsid w:val="001A2B13"/>
    <w:rsid w:val="001A3021"/>
    <w:rsid w:val="001A3026"/>
    <w:rsid w:val="001A31FD"/>
    <w:rsid w:val="001A3BEB"/>
    <w:rsid w:val="001A593C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287F"/>
    <w:rsid w:val="001E33B7"/>
    <w:rsid w:val="001E44B9"/>
    <w:rsid w:val="001E4805"/>
    <w:rsid w:val="001F1852"/>
    <w:rsid w:val="001F4995"/>
    <w:rsid w:val="001F4A3E"/>
    <w:rsid w:val="001F510A"/>
    <w:rsid w:val="001F5DD1"/>
    <w:rsid w:val="001F6179"/>
    <w:rsid w:val="002000E2"/>
    <w:rsid w:val="00200193"/>
    <w:rsid w:val="00201473"/>
    <w:rsid w:val="0020421B"/>
    <w:rsid w:val="00204651"/>
    <w:rsid w:val="00204712"/>
    <w:rsid w:val="002073A1"/>
    <w:rsid w:val="002100D6"/>
    <w:rsid w:val="00211CD0"/>
    <w:rsid w:val="0021457A"/>
    <w:rsid w:val="002168A9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303E"/>
    <w:rsid w:val="002548BD"/>
    <w:rsid w:val="00256A66"/>
    <w:rsid w:val="00262F02"/>
    <w:rsid w:val="00264C9C"/>
    <w:rsid w:val="00270270"/>
    <w:rsid w:val="00270CB6"/>
    <w:rsid w:val="002722FC"/>
    <w:rsid w:val="0027340D"/>
    <w:rsid w:val="00274071"/>
    <w:rsid w:val="00274568"/>
    <w:rsid w:val="00275DF9"/>
    <w:rsid w:val="0027666C"/>
    <w:rsid w:val="002772B2"/>
    <w:rsid w:val="00277FB9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86E91"/>
    <w:rsid w:val="00291CC4"/>
    <w:rsid w:val="00295617"/>
    <w:rsid w:val="002957B8"/>
    <w:rsid w:val="00296E2D"/>
    <w:rsid w:val="002A0271"/>
    <w:rsid w:val="002A2E9A"/>
    <w:rsid w:val="002A37BE"/>
    <w:rsid w:val="002A40C7"/>
    <w:rsid w:val="002A4ABD"/>
    <w:rsid w:val="002A7A30"/>
    <w:rsid w:val="002B07B3"/>
    <w:rsid w:val="002B0D11"/>
    <w:rsid w:val="002B4297"/>
    <w:rsid w:val="002B4BA9"/>
    <w:rsid w:val="002C2E1B"/>
    <w:rsid w:val="002C613F"/>
    <w:rsid w:val="002C6526"/>
    <w:rsid w:val="002D01CD"/>
    <w:rsid w:val="002D0C4A"/>
    <w:rsid w:val="002D1E65"/>
    <w:rsid w:val="002D2157"/>
    <w:rsid w:val="002D2629"/>
    <w:rsid w:val="002D47B0"/>
    <w:rsid w:val="002D6802"/>
    <w:rsid w:val="002E0278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6325"/>
    <w:rsid w:val="003216D6"/>
    <w:rsid w:val="003238E2"/>
    <w:rsid w:val="00323FA6"/>
    <w:rsid w:val="003256CE"/>
    <w:rsid w:val="0032581D"/>
    <w:rsid w:val="00326C90"/>
    <w:rsid w:val="003271E7"/>
    <w:rsid w:val="0033150E"/>
    <w:rsid w:val="00331659"/>
    <w:rsid w:val="00334544"/>
    <w:rsid w:val="00335DE0"/>
    <w:rsid w:val="00337C1F"/>
    <w:rsid w:val="00342DF9"/>
    <w:rsid w:val="003444CC"/>
    <w:rsid w:val="00345A2E"/>
    <w:rsid w:val="00345FBD"/>
    <w:rsid w:val="00346DDD"/>
    <w:rsid w:val="00350378"/>
    <w:rsid w:val="00353E1B"/>
    <w:rsid w:val="00356067"/>
    <w:rsid w:val="0035656D"/>
    <w:rsid w:val="00361968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8549D"/>
    <w:rsid w:val="00391486"/>
    <w:rsid w:val="00391E3C"/>
    <w:rsid w:val="003921A3"/>
    <w:rsid w:val="0039250C"/>
    <w:rsid w:val="00392513"/>
    <w:rsid w:val="00392FF9"/>
    <w:rsid w:val="00394C6B"/>
    <w:rsid w:val="00395387"/>
    <w:rsid w:val="00396F4A"/>
    <w:rsid w:val="003A1743"/>
    <w:rsid w:val="003A1B6E"/>
    <w:rsid w:val="003A3EA4"/>
    <w:rsid w:val="003A4BF2"/>
    <w:rsid w:val="003A771D"/>
    <w:rsid w:val="003B0069"/>
    <w:rsid w:val="003B0205"/>
    <w:rsid w:val="003B0783"/>
    <w:rsid w:val="003B1DF5"/>
    <w:rsid w:val="003B2301"/>
    <w:rsid w:val="003B2D50"/>
    <w:rsid w:val="003B307C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3C77"/>
    <w:rsid w:val="003C6E5B"/>
    <w:rsid w:val="003D4A14"/>
    <w:rsid w:val="003D51E5"/>
    <w:rsid w:val="003D69BA"/>
    <w:rsid w:val="003D6A37"/>
    <w:rsid w:val="003D6DD1"/>
    <w:rsid w:val="003E1497"/>
    <w:rsid w:val="003E1907"/>
    <w:rsid w:val="003E3DE1"/>
    <w:rsid w:val="003E5BEF"/>
    <w:rsid w:val="003E7B63"/>
    <w:rsid w:val="003F66F1"/>
    <w:rsid w:val="003F6D8F"/>
    <w:rsid w:val="004007E9"/>
    <w:rsid w:val="00410942"/>
    <w:rsid w:val="004109AF"/>
    <w:rsid w:val="00410C96"/>
    <w:rsid w:val="004120CC"/>
    <w:rsid w:val="00413971"/>
    <w:rsid w:val="00413AAE"/>
    <w:rsid w:val="0041636B"/>
    <w:rsid w:val="0041724B"/>
    <w:rsid w:val="00420380"/>
    <w:rsid w:val="00420D62"/>
    <w:rsid w:val="004216ED"/>
    <w:rsid w:val="00425A37"/>
    <w:rsid w:val="00432754"/>
    <w:rsid w:val="0044036F"/>
    <w:rsid w:val="00444582"/>
    <w:rsid w:val="00447061"/>
    <w:rsid w:val="004555AE"/>
    <w:rsid w:val="004678CA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034F"/>
    <w:rsid w:val="004A109F"/>
    <w:rsid w:val="004A12DC"/>
    <w:rsid w:val="004A239E"/>
    <w:rsid w:val="004A449E"/>
    <w:rsid w:val="004A59DE"/>
    <w:rsid w:val="004A5EA8"/>
    <w:rsid w:val="004A6D46"/>
    <w:rsid w:val="004B0325"/>
    <w:rsid w:val="004B04A3"/>
    <w:rsid w:val="004B1B9C"/>
    <w:rsid w:val="004B3975"/>
    <w:rsid w:val="004B659D"/>
    <w:rsid w:val="004C0CC1"/>
    <w:rsid w:val="004C1D1E"/>
    <w:rsid w:val="004C22F9"/>
    <w:rsid w:val="004C3195"/>
    <w:rsid w:val="004C64DE"/>
    <w:rsid w:val="004C6655"/>
    <w:rsid w:val="004C69F3"/>
    <w:rsid w:val="004C71F2"/>
    <w:rsid w:val="004C749B"/>
    <w:rsid w:val="004D0995"/>
    <w:rsid w:val="004D1567"/>
    <w:rsid w:val="004D1FB6"/>
    <w:rsid w:val="004E01FE"/>
    <w:rsid w:val="004E06CD"/>
    <w:rsid w:val="004E1AA9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4F7EBD"/>
    <w:rsid w:val="005003C3"/>
    <w:rsid w:val="0050261B"/>
    <w:rsid w:val="00502D43"/>
    <w:rsid w:val="00503473"/>
    <w:rsid w:val="00504EAD"/>
    <w:rsid w:val="005072CA"/>
    <w:rsid w:val="00510092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6024"/>
    <w:rsid w:val="00547F0C"/>
    <w:rsid w:val="00550FFC"/>
    <w:rsid w:val="0055120D"/>
    <w:rsid w:val="00551901"/>
    <w:rsid w:val="00552E2B"/>
    <w:rsid w:val="00553A06"/>
    <w:rsid w:val="00553E19"/>
    <w:rsid w:val="00554F15"/>
    <w:rsid w:val="00561571"/>
    <w:rsid w:val="005637A7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87DC4"/>
    <w:rsid w:val="00593B89"/>
    <w:rsid w:val="00593D2E"/>
    <w:rsid w:val="005940D6"/>
    <w:rsid w:val="00595826"/>
    <w:rsid w:val="00595B38"/>
    <w:rsid w:val="005A02A5"/>
    <w:rsid w:val="005A3F2F"/>
    <w:rsid w:val="005A3FDC"/>
    <w:rsid w:val="005A4B62"/>
    <w:rsid w:val="005A5006"/>
    <w:rsid w:val="005A5D3B"/>
    <w:rsid w:val="005B2306"/>
    <w:rsid w:val="005B3D0F"/>
    <w:rsid w:val="005B44BB"/>
    <w:rsid w:val="005B46E5"/>
    <w:rsid w:val="005B6205"/>
    <w:rsid w:val="005B624B"/>
    <w:rsid w:val="005C06BC"/>
    <w:rsid w:val="005C0E17"/>
    <w:rsid w:val="005C13C9"/>
    <w:rsid w:val="005C1474"/>
    <w:rsid w:val="005C19FB"/>
    <w:rsid w:val="005C66A6"/>
    <w:rsid w:val="005C7274"/>
    <w:rsid w:val="005D0A52"/>
    <w:rsid w:val="005D2587"/>
    <w:rsid w:val="005D405C"/>
    <w:rsid w:val="005D43DD"/>
    <w:rsid w:val="005D47AA"/>
    <w:rsid w:val="005D57C7"/>
    <w:rsid w:val="005D5C89"/>
    <w:rsid w:val="005D79C0"/>
    <w:rsid w:val="005D7BBE"/>
    <w:rsid w:val="005E1D8C"/>
    <w:rsid w:val="005E1FBE"/>
    <w:rsid w:val="005E3726"/>
    <w:rsid w:val="005E690E"/>
    <w:rsid w:val="005E6DDE"/>
    <w:rsid w:val="005E765F"/>
    <w:rsid w:val="005F1D33"/>
    <w:rsid w:val="005F1ED6"/>
    <w:rsid w:val="005F2E55"/>
    <w:rsid w:val="005F584F"/>
    <w:rsid w:val="005F72EA"/>
    <w:rsid w:val="005F7371"/>
    <w:rsid w:val="006048DE"/>
    <w:rsid w:val="0061161D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0BFF"/>
    <w:rsid w:val="00641319"/>
    <w:rsid w:val="0064295B"/>
    <w:rsid w:val="0064372D"/>
    <w:rsid w:val="00645884"/>
    <w:rsid w:val="0064653F"/>
    <w:rsid w:val="0064713E"/>
    <w:rsid w:val="00651044"/>
    <w:rsid w:val="00651593"/>
    <w:rsid w:val="00651EC9"/>
    <w:rsid w:val="00652240"/>
    <w:rsid w:val="00653105"/>
    <w:rsid w:val="006554C7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952"/>
    <w:rsid w:val="00692F3B"/>
    <w:rsid w:val="00694366"/>
    <w:rsid w:val="00694F4D"/>
    <w:rsid w:val="006A16C2"/>
    <w:rsid w:val="006A773B"/>
    <w:rsid w:val="006A7937"/>
    <w:rsid w:val="006A7AFA"/>
    <w:rsid w:val="006A7B0C"/>
    <w:rsid w:val="006B0D0E"/>
    <w:rsid w:val="006B3879"/>
    <w:rsid w:val="006B3F92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805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6F2A"/>
    <w:rsid w:val="007273EE"/>
    <w:rsid w:val="00734043"/>
    <w:rsid w:val="007364CE"/>
    <w:rsid w:val="00736F37"/>
    <w:rsid w:val="00741A9A"/>
    <w:rsid w:val="00741BBA"/>
    <w:rsid w:val="00742F32"/>
    <w:rsid w:val="0074470C"/>
    <w:rsid w:val="00747317"/>
    <w:rsid w:val="00751BAD"/>
    <w:rsid w:val="00751E54"/>
    <w:rsid w:val="00752110"/>
    <w:rsid w:val="007524E1"/>
    <w:rsid w:val="00756A99"/>
    <w:rsid w:val="00757FD8"/>
    <w:rsid w:val="00761B44"/>
    <w:rsid w:val="00763148"/>
    <w:rsid w:val="00767E99"/>
    <w:rsid w:val="00770A3A"/>
    <w:rsid w:val="0077135D"/>
    <w:rsid w:val="0077297B"/>
    <w:rsid w:val="00772DE8"/>
    <w:rsid w:val="00773B75"/>
    <w:rsid w:val="00773D25"/>
    <w:rsid w:val="00775ED4"/>
    <w:rsid w:val="00777052"/>
    <w:rsid w:val="007818D9"/>
    <w:rsid w:val="007835D8"/>
    <w:rsid w:val="0079104B"/>
    <w:rsid w:val="00792880"/>
    <w:rsid w:val="007933D7"/>
    <w:rsid w:val="007941E5"/>
    <w:rsid w:val="00795316"/>
    <w:rsid w:val="007970AB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238A"/>
    <w:rsid w:val="007C577D"/>
    <w:rsid w:val="007C5EC9"/>
    <w:rsid w:val="007C7664"/>
    <w:rsid w:val="007D051D"/>
    <w:rsid w:val="007D36A9"/>
    <w:rsid w:val="007D3FD6"/>
    <w:rsid w:val="007D534E"/>
    <w:rsid w:val="007D62CF"/>
    <w:rsid w:val="007D6CE2"/>
    <w:rsid w:val="007E2078"/>
    <w:rsid w:val="007E47F7"/>
    <w:rsid w:val="007E4A2B"/>
    <w:rsid w:val="007E73D7"/>
    <w:rsid w:val="007E78EF"/>
    <w:rsid w:val="007F0986"/>
    <w:rsid w:val="007F2AA1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16C1B"/>
    <w:rsid w:val="00821D08"/>
    <w:rsid w:val="008225B7"/>
    <w:rsid w:val="0082670F"/>
    <w:rsid w:val="00827414"/>
    <w:rsid w:val="008314A1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469C0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889"/>
    <w:rsid w:val="00864C25"/>
    <w:rsid w:val="00867BCB"/>
    <w:rsid w:val="00867DE0"/>
    <w:rsid w:val="00871AEC"/>
    <w:rsid w:val="00871CFC"/>
    <w:rsid w:val="00872EBE"/>
    <w:rsid w:val="008730A5"/>
    <w:rsid w:val="008768FB"/>
    <w:rsid w:val="008805B7"/>
    <w:rsid w:val="0088167A"/>
    <w:rsid w:val="00881AA3"/>
    <w:rsid w:val="0088219D"/>
    <w:rsid w:val="00884198"/>
    <w:rsid w:val="00885B32"/>
    <w:rsid w:val="008901BE"/>
    <w:rsid w:val="0089021D"/>
    <w:rsid w:val="00891235"/>
    <w:rsid w:val="00892A55"/>
    <w:rsid w:val="008939E0"/>
    <w:rsid w:val="00893E88"/>
    <w:rsid w:val="00893EB0"/>
    <w:rsid w:val="00894577"/>
    <w:rsid w:val="0089484E"/>
    <w:rsid w:val="008A36BB"/>
    <w:rsid w:val="008A38FD"/>
    <w:rsid w:val="008A4EE2"/>
    <w:rsid w:val="008A69CE"/>
    <w:rsid w:val="008B1031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D7F33"/>
    <w:rsid w:val="008E0258"/>
    <w:rsid w:val="008E25E4"/>
    <w:rsid w:val="008E5689"/>
    <w:rsid w:val="008E6499"/>
    <w:rsid w:val="008E6907"/>
    <w:rsid w:val="008E6BC1"/>
    <w:rsid w:val="008F14BC"/>
    <w:rsid w:val="008F1610"/>
    <w:rsid w:val="008F1670"/>
    <w:rsid w:val="008F2400"/>
    <w:rsid w:val="0090029A"/>
    <w:rsid w:val="00904785"/>
    <w:rsid w:val="00906A6A"/>
    <w:rsid w:val="00910D76"/>
    <w:rsid w:val="009120C9"/>
    <w:rsid w:val="00912EED"/>
    <w:rsid w:val="009132B5"/>
    <w:rsid w:val="00915691"/>
    <w:rsid w:val="009157F9"/>
    <w:rsid w:val="00915B90"/>
    <w:rsid w:val="009160B6"/>
    <w:rsid w:val="009164FD"/>
    <w:rsid w:val="00916566"/>
    <w:rsid w:val="00917476"/>
    <w:rsid w:val="00921AED"/>
    <w:rsid w:val="00930496"/>
    <w:rsid w:val="00930D54"/>
    <w:rsid w:val="009334C1"/>
    <w:rsid w:val="00934F35"/>
    <w:rsid w:val="009359A1"/>
    <w:rsid w:val="00937307"/>
    <w:rsid w:val="00940493"/>
    <w:rsid w:val="00944536"/>
    <w:rsid w:val="0094759C"/>
    <w:rsid w:val="009508B4"/>
    <w:rsid w:val="00956C80"/>
    <w:rsid w:val="00957B16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0361"/>
    <w:rsid w:val="009A47C6"/>
    <w:rsid w:val="009A5EB0"/>
    <w:rsid w:val="009B2C21"/>
    <w:rsid w:val="009B3F94"/>
    <w:rsid w:val="009C16BD"/>
    <w:rsid w:val="009C18C1"/>
    <w:rsid w:val="009C3E30"/>
    <w:rsid w:val="009C5EED"/>
    <w:rsid w:val="009C61D4"/>
    <w:rsid w:val="009C78DD"/>
    <w:rsid w:val="009D0F96"/>
    <w:rsid w:val="009D289F"/>
    <w:rsid w:val="009D2D3E"/>
    <w:rsid w:val="009D2FFC"/>
    <w:rsid w:val="009D34BA"/>
    <w:rsid w:val="009D3892"/>
    <w:rsid w:val="009D4735"/>
    <w:rsid w:val="009D5B65"/>
    <w:rsid w:val="009D6C47"/>
    <w:rsid w:val="009E0D4F"/>
    <w:rsid w:val="009E485E"/>
    <w:rsid w:val="009E498B"/>
    <w:rsid w:val="009E5944"/>
    <w:rsid w:val="009E71CC"/>
    <w:rsid w:val="009F0636"/>
    <w:rsid w:val="009F15D5"/>
    <w:rsid w:val="009F2260"/>
    <w:rsid w:val="009F2E1E"/>
    <w:rsid w:val="009F3426"/>
    <w:rsid w:val="009F65F9"/>
    <w:rsid w:val="00A00530"/>
    <w:rsid w:val="00A02BC9"/>
    <w:rsid w:val="00A0601A"/>
    <w:rsid w:val="00A06062"/>
    <w:rsid w:val="00A06429"/>
    <w:rsid w:val="00A103E4"/>
    <w:rsid w:val="00A104CA"/>
    <w:rsid w:val="00A11AF5"/>
    <w:rsid w:val="00A171B5"/>
    <w:rsid w:val="00A214EE"/>
    <w:rsid w:val="00A24767"/>
    <w:rsid w:val="00A25895"/>
    <w:rsid w:val="00A275D9"/>
    <w:rsid w:val="00A27A89"/>
    <w:rsid w:val="00A30A64"/>
    <w:rsid w:val="00A30EAD"/>
    <w:rsid w:val="00A32516"/>
    <w:rsid w:val="00A351B9"/>
    <w:rsid w:val="00A35A6C"/>
    <w:rsid w:val="00A3618A"/>
    <w:rsid w:val="00A37D7A"/>
    <w:rsid w:val="00A4052A"/>
    <w:rsid w:val="00A41296"/>
    <w:rsid w:val="00A4201A"/>
    <w:rsid w:val="00A421F0"/>
    <w:rsid w:val="00A4510A"/>
    <w:rsid w:val="00A563D8"/>
    <w:rsid w:val="00A57BED"/>
    <w:rsid w:val="00A61136"/>
    <w:rsid w:val="00A6129B"/>
    <w:rsid w:val="00A62C4B"/>
    <w:rsid w:val="00A63623"/>
    <w:rsid w:val="00A6527F"/>
    <w:rsid w:val="00A7098E"/>
    <w:rsid w:val="00A70FA9"/>
    <w:rsid w:val="00A72958"/>
    <w:rsid w:val="00A72BD9"/>
    <w:rsid w:val="00A72C00"/>
    <w:rsid w:val="00A733E3"/>
    <w:rsid w:val="00A83B4D"/>
    <w:rsid w:val="00A9305D"/>
    <w:rsid w:val="00A957C4"/>
    <w:rsid w:val="00A97FE3"/>
    <w:rsid w:val="00AA229E"/>
    <w:rsid w:val="00AA4D76"/>
    <w:rsid w:val="00AA518D"/>
    <w:rsid w:val="00AA53F5"/>
    <w:rsid w:val="00AA7A6B"/>
    <w:rsid w:val="00AA7BAD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3328"/>
    <w:rsid w:val="00AD4B0A"/>
    <w:rsid w:val="00AD6F6B"/>
    <w:rsid w:val="00AD7A27"/>
    <w:rsid w:val="00AE12A8"/>
    <w:rsid w:val="00AE1479"/>
    <w:rsid w:val="00AE2A01"/>
    <w:rsid w:val="00AE58D4"/>
    <w:rsid w:val="00AE5C3A"/>
    <w:rsid w:val="00AE7E97"/>
    <w:rsid w:val="00AE7FB7"/>
    <w:rsid w:val="00AF52C4"/>
    <w:rsid w:val="00AF58B8"/>
    <w:rsid w:val="00B00E7F"/>
    <w:rsid w:val="00B02D81"/>
    <w:rsid w:val="00B0359E"/>
    <w:rsid w:val="00B04963"/>
    <w:rsid w:val="00B04D0B"/>
    <w:rsid w:val="00B135F8"/>
    <w:rsid w:val="00B13A54"/>
    <w:rsid w:val="00B13C34"/>
    <w:rsid w:val="00B15DE8"/>
    <w:rsid w:val="00B17B71"/>
    <w:rsid w:val="00B214D1"/>
    <w:rsid w:val="00B21B66"/>
    <w:rsid w:val="00B23233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124"/>
    <w:rsid w:val="00B81877"/>
    <w:rsid w:val="00B81DC9"/>
    <w:rsid w:val="00B823DB"/>
    <w:rsid w:val="00B82CE6"/>
    <w:rsid w:val="00B857B7"/>
    <w:rsid w:val="00B86BBF"/>
    <w:rsid w:val="00B92E25"/>
    <w:rsid w:val="00B95B8D"/>
    <w:rsid w:val="00B96BBA"/>
    <w:rsid w:val="00BA10FE"/>
    <w:rsid w:val="00BA1861"/>
    <w:rsid w:val="00BA459C"/>
    <w:rsid w:val="00BA489A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139C"/>
    <w:rsid w:val="00BC2EF8"/>
    <w:rsid w:val="00BC3FF0"/>
    <w:rsid w:val="00BC4064"/>
    <w:rsid w:val="00BC4BB9"/>
    <w:rsid w:val="00BC528A"/>
    <w:rsid w:val="00BC731C"/>
    <w:rsid w:val="00BD0063"/>
    <w:rsid w:val="00BD04F6"/>
    <w:rsid w:val="00BD25CE"/>
    <w:rsid w:val="00BD300A"/>
    <w:rsid w:val="00BD735A"/>
    <w:rsid w:val="00BD7E7B"/>
    <w:rsid w:val="00BE0553"/>
    <w:rsid w:val="00BE2310"/>
    <w:rsid w:val="00BE2FCC"/>
    <w:rsid w:val="00BE5795"/>
    <w:rsid w:val="00BE61D8"/>
    <w:rsid w:val="00BF10CE"/>
    <w:rsid w:val="00BF43A8"/>
    <w:rsid w:val="00BF4C31"/>
    <w:rsid w:val="00BF51D2"/>
    <w:rsid w:val="00BF62B9"/>
    <w:rsid w:val="00BF734E"/>
    <w:rsid w:val="00C045BD"/>
    <w:rsid w:val="00C04C3D"/>
    <w:rsid w:val="00C07B19"/>
    <w:rsid w:val="00C10D23"/>
    <w:rsid w:val="00C119B6"/>
    <w:rsid w:val="00C11B59"/>
    <w:rsid w:val="00C158FB"/>
    <w:rsid w:val="00C16F83"/>
    <w:rsid w:val="00C22BF7"/>
    <w:rsid w:val="00C30A3D"/>
    <w:rsid w:val="00C3148E"/>
    <w:rsid w:val="00C35392"/>
    <w:rsid w:val="00C40567"/>
    <w:rsid w:val="00C50226"/>
    <w:rsid w:val="00C50EC8"/>
    <w:rsid w:val="00C532EB"/>
    <w:rsid w:val="00C57FCE"/>
    <w:rsid w:val="00C6111B"/>
    <w:rsid w:val="00C616B3"/>
    <w:rsid w:val="00C61887"/>
    <w:rsid w:val="00C621FC"/>
    <w:rsid w:val="00C653EB"/>
    <w:rsid w:val="00C65B22"/>
    <w:rsid w:val="00C71C0E"/>
    <w:rsid w:val="00C71F62"/>
    <w:rsid w:val="00C74373"/>
    <w:rsid w:val="00C77037"/>
    <w:rsid w:val="00C77AF3"/>
    <w:rsid w:val="00C77D0A"/>
    <w:rsid w:val="00C80833"/>
    <w:rsid w:val="00C81653"/>
    <w:rsid w:val="00C8245E"/>
    <w:rsid w:val="00C8428B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4AF7"/>
    <w:rsid w:val="00CC7BF4"/>
    <w:rsid w:val="00CD60DA"/>
    <w:rsid w:val="00CD67E7"/>
    <w:rsid w:val="00CD6B64"/>
    <w:rsid w:val="00CE0E3D"/>
    <w:rsid w:val="00CE266A"/>
    <w:rsid w:val="00CE2F15"/>
    <w:rsid w:val="00CE2F44"/>
    <w:rsid w:val="00CE4D6C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5CBA"/>
    <w:rsid w:val="00D07DAA"/>
    <w:rsid w:val="00D07F93"/>
    <w:rsid w:val="00D1013F"/>
    <w:rsid w:val="00D161E5"/>
    <w:rsid w:val="00D16527"/>
    <w:rsid w:val="00D16D6A"/>
    <w:rsid w:val="00D20215"/>
    <w:rsid w:val="00D20A74"/>
    <w:rsid w:val="00D21BC3"/>
    <w:rsid w:val="00D26512"/>
    <w:rsid w:val="00D265B4"/>
    <w:rsid w:val="00D27633"/>
    <w:rsid w:val="00D35230"/>
    <w:rsid w:val="00D365B1"/>
    <w:rsid w:val="00D36B82"/>
    <w:rsid w:val="00D378F2"/>
    <w:rsid w:val="00D40769"/>
    <w:rsid w:val="00D452AA"/>
    <w:rsid w:val="00D47C97"/>
    <w:rsid w:val="00D55C96"/>
    <w:rsid w:val="00D55E5F"/>
    <w:rsid w:val="00D5627A"/>
    <w:rsid w:val="00D618D2"/>
    <w:rsid w:val="00D63BE5"/>
    <w:rsid w:val="00D64463"/>
    <w:rsid w:val="00D65AAF"/>
    <w:rsid w:val="00D6659B"/>
    <w:rsid w:val="00D66D98"/>
    <w:rsid w:val="00D672E0"/>
    <w:rsid w:val="00D717B4"/>
    <w:rsid w:val="00D71DFA"/>
    <w:rsid w:val="00D72057"/>
    <w:rsid w:val="00D72EBC"/>
    <w:rsid w:val="00D73AF0"/>
    <w:rsid w:val="00D76359"/>
    <w:rsid w:val="00D76472"/>
    <w:rsid w:val="00D766F0"/>
    <w:rsid w:val="00D775DA"/>
    <w:rsid w:val="00D80E51"/>
    <w:rsid w:val="00D82AE5"/>
    <w:rsid w:val="00D83765"/>
    <w:rsid w:val="00D849E8"/>
    <w:rsid w:val="00D86432"/>
    <w:rsid w:val="00D92F40"/>
    <w:rsid w:val="00D95F4A"/>
    <w:rsid w:val="00D96943"/>
    <w:rsid w:val="00D973A6"/>
    <w:rsid w:val="00D97D20"/>
    <w:rsid w:val="00DA0FF9"/>
    <w:rsid w:val="00DA27D6"/>
    <w:rsid w:val="00DA282B"/>
    <w:rsid w:val="00DA28FD"/>
    <w:rsid w:val="00DA2AD2"/>
    <w:rsid w:val="00DA4229"/>
    <w:rsid w:val="00DA5497"/>
    <w:rsid w:val="00DA70E5"/>
    <w:rsid w:val="00DB093C"/>
    <w:rsid w:val="00DB132D"/>
    <w:rsid w:val="00DB14FB"/>
    <w:rsid w:val="00DB544A"/>
    <w:rsid w:val="00DB616A"/>
    <w:rsid w:val="00DB7E27"/>
    <w:rsid w:val="00DC342A"/>
    <w:rsid w:val="00DC46B4"/>
    <w:rsid w:val="00DC47FD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04C"/>
    <w:rsid w:val="00E0498F"/>
    <w:rsid w:val="00E0690F"/>
    <w:rsid w:val="00E11ABD"/>
    <w:rsid w:val="00E12559"/>
    <w:rsid w:val="00E127FC"/>
    <w:rsid w:val="00E14EDD"/>
    <w:rsid w:val="00E15224"/>
    <w:rsid w:val="00E15DF5"/>
    <w:rsid w:val="00E169CB"/>
    <w:rsid w:val="00E17016"/>
    <w:rsid w:val="00E173F8"/>
    <w:rsid w:val="00E17C72"/>
    <w:rsid w:val="00E21247"/>
    <w:rsid w:val="00E22B82"/>
    <w:rsid w:val="00E2376D"/>
    <w:rsid w:val="00E23A9A"/>
    <w:rsid w:val="00E24966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4A46"/>
    <w:rsid w:val="00E4533D"/>
    <w:rsid w:val="00E45AAF"/>
    <w:rsid w:val="00E471FB"/>
    <w:rsid w:val="00E47293"/>
    <w:rsid w:val="00E5115B"/>
    <w:rsid w:val="00E52F33"/>
    <w:rsid w:val="00E535DA"/>
    <w:rsid w:val="00E53C16"/>
    <w:rsid w:val="00E550BA"/>
    <w:rsid w:val="00E55106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73AEA"/>
    <w:rsid w:val="00E815D3"/>
    <w:rsid w:val="00E819DC"/>
    <w:rsid w:val="00E8295A"/>
    <w:rsid w:val="00E851A0"/>
    <w:rsid w:val="00E8671E"/>
    <w:rsid w:val="00E902D1"/>
    <w:rsid w:val="00E92DF3"/>
    <w:rsid w:val="00E9342C"/>
    <w:rsid w:val="00E9618C"/>
    <w:rsid w:val="00E9679A"/>
    <w:rsid w:val="00E96D06"/>
    <w:rsid w:val="00E97471"/>
    <w:rsid w:val="00E97AFB"/>
    <w:rsid w:val="00EA63E3"/>
    <w:rsid w:val="00EA79FB"/>
    <w:rsid w:val="00EA7D54"/>
    <w:rsid w:val="00EB1618"/>
    <w:rsid w:val="00EB3857"/>
    <w:rsid w:val="00EB4E6E"/>
    <w:rsid w:val="00EC0001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5C4A"/>
    <w:rsid w:val="00EE697B"/>
    <w:rsid w:val="00EE72A9"/>
    <w:rsid w:val="00EE7766"/>
    <w:rsid w:val="00EF1A62"/>
    <w:rsid w:val="00EF316B"/>
    <w:rsid w:val="00EF39D7"/>
    <w:rsid w:val="00EF4828"/>
    <w:rsid w:val="00EF538E"/>
    <w:rsid w:val="00EF6930"/>
    <w:rsid w:val="00EF7C4D"/>
    <w:rsid w:val="00F0011F"/>
    <w:rsid w:val="00F014C4"/>
    <w:rsid w:val="00F0154D"/>
    <w:rsid w:val="00F01E94"/>
    <w:rsid w:val="00F034BE"/>
    <w:rsid w:val="00F04DC2"/>
    <w:rsid w:val="00F107DA"/>
    <w:rsid w:val="00F1197F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667F"/>
    <w:rsid w:val="00F27252"/>
    <w:rsid w:val="00F311DC"/>
    <w:rsid w:val="00F33682"/>
    <w:rsid w:val="00F33D76"/>
    <w:rsid w:val="00F40580"/>
    <w:rsid w:val="00F42CA6"/>
    <w:rsid w:val="00F452A3"/>
    <w:rsid w:val="00F476B0"/>
    <w:rsid w:val="00F509B4"/>
    <w:rsid w:val="00F512A7"/>
    <w:rsid w:val="00F5163A"/>
    <w:rsid w:val="00F53CA6"/>
    <w:rsid w:val="00F54259"/>
    <w:rsid w:val="00F55F7C"/>
    <w:rsid w:val="00F5618F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26F4"/>
    <w:rsid w:val="00F9337F"/>
    <w:rsid w:val="00F933B7"/>
    <w:rsid w:val="00F976FB"/>
    <w:rsid w:val="00F97BF3"/>
    <w:rsid w:val="00FA0DFD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02D5"/>
    <w:rsid w:val="00FD0CC6"/>
    <w:rsid w:val="00FD1CD0"/>
    <w:rsid w:val="00FD1F55"/>
    <w:rsid w:val="00FD22F2"/>
    <w:rsid w:val="00FD353A"/>
    <w:rsid w:val="00FD6C82"/>
    <w:rsid w:val="00FD79A7"/>
    <w:rsid w:val="00FE0B68"/>
    <w:rsid w:val="00FE0BFE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A4A23C"/>
  <w15:docId w15:val="{447F5EDE-6B1D-4A77-9B97-566E7652C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Georgia" w:hAnsi="Georg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C30A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C30A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locked/>
    <w:rsid w:val="002168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link w:val="ab"/>
    <w:uiPriority w:val="99"/>
    <w:qFormat/>
    <w:locked/>
    <w:rsid w:val="00D80E51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4"/>
      <w:szCs w:val="20"/>
      <w:lang w:eastAsia="ru-RU"/>
    </w:rPr>
  </w:style>
  <w:style w:type="character" w:customStyle="1" w:styleId="ab">
    <w:name w:val="Заголовок Знак"/>
    <w:link w:val="aa"/>
    <w:uiPriority w:val="99"/>
    <w:locked/>
    <w:rsid w:val="00D80E51"/>
    <w:rPr>
      <w:rFonts w:cs="Times New Roman"/>
      <w:b/>
      <w:bCs/>
      <w:color w:val="000000"/>
      <w:sz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12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63B8F-BB3B-469F-8293-919C3C0FF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0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Перепечай А.П.</dc:creator>
  <cp:keywords/>
  <dc:description/>
  <cp:lastModifiedBy>Совет</cp:lastModifiedBy>
  <cp:revision>2</cp:revision>
  <cp:lastPrinted>2020-01-24T12:13:00Z</cp:lastPrinted>
  <dcterms:created xsi:type="dcterms:W3CDTF">2024-07-30T13:23:00Z</dcterms:created>
  <dcterms:modified xsi:type="dcterms:W3CDTF">2024-07-30T13:23:00Z</dcterms:modified>
</cp:coreProperties>
</file>